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6AE" w:rsidRDefault="00B316AE" w:rsidP="00FC2A7E">
      <w:pPr>
        <w:spacing w:before="120" w:line="240" w:lineRule="exact"/>
        <w:jc w:val="center"/>
        <w:rPr>
          <w:sz w:val="18"/>
          <w:szCs w:val="18"/>
        </w:rPr>
      </w:pPr>
      <w:r w:rsidRPr="007D7248">
        <w:rPr>
          <w:sz w:val="18"/>
          <w:szCs w:val="18"/>
        </w:rPr>
        <w:t xml:space="preserve">Сведения </w:t>
      </w:r>
    </w:p>
    <w:p w:rsidR="00B316AE" w:rsidRDefault="00B316AE" w:rsidP="00122F79">
      <w:pPr>
        <w:pStyle w:val="NormalWeb"/>
        <w:spacing w:before="0" w:beforeAutospacing="0" w:after="0" w:afterAutospacing="0"/>
        <w:jc w:val="center"/>
        <w:rPr>
          <w:rStyle w:val="Strong"/>
          <w:b w:val="0"/>
          <w:bCs w:val="0"/>
          <w:sz w:val="18"/>
          <w:szCs w:val="18"/>
        </w:rPr>
      </w:pPr>
      <w:r w:rsidRPr="00122F79">
        <w:rPr>
          <w:rStyle w:val="Strong"/>
          <w:b w:val="0"/>
          <w:bCs w:val="0"/>
          <w:sz w:val="18"/>
          <w:szCs w:val="18"/>
        </w:rPr>
        <w:t xml:space="preserve"> о доходах, расходах, об имуществе и обязательствах имущественного характера</w:t>
      </w:r>
      <w:r>
        <w:rPr>
          <w:rStyle w:val="Strong"/>
          <w:b w:val="0"/>
          <w:bCs w:val="0"/>
          <w:sz w:val="18"/>
          <w:szCs w:val="18"/>
        </w:rPr>
        <w:t xml:space="preserve"> </w:t>
      </w:r>
      <w:r w:rsidRPr="00122F79">
        <w:rPr>
          <w:rStyle w:val="Strong"/>
          <w:b w:val="0"/>
          <w:bCs w:val="0"/>
          <w:sz w:val="18"/>
          <w:szCs w:val="18"/>
        </w:rPr>
        <w:t xml:space="preserve"> лицами, являющимися депутатами </w:t>
      </w:r>
    </w:p>
    <w:p w:rsidR="00B316AE" w:rsidRPr="00630AB7" w:rsidRDefault="00B316AE" w:rsidP="00630AB7">
      <w:pPr>
        <w:pStyle w:val="NormalWeb"/>
        <w:spacing w:before="0" w:beforeAutospacing="0" w:after="0" w:afterAutospacing="0"/>
        <w:jc w:val="center"/>
        <w:rPr>
          <w:sz w:val="18"/>
          <w:szCs w:val="18"/>
        </w:rPr>
      </w:pPr>
      <w:r w:rsidRPr="00122F79">
        <w:rPr>
          <w:rStyle w:val="Strong"/>
          <w:b w:val="0"/>
          <w:bCs w:val="0"/>
          <w:sz w:val="18"/>
          <w:szCs w:val="18"/>
        </w:rPr>
        <w:t>Собрания депутатов  </w:t>
      </w:r>
      <w:r>
        <w:rPr>
          <w:rStyle w:val="Strong"/>
          <w:b w:val="0"/>
          <w:bCs w:val="0"/>
          <w:sz w:val="18"/>
          <w:szCs w:val="18"/>
        </w:rPr>
        <w:t xml:space="preserve">Краснополянского </w:t>
      </w:r>
      <w:r w:rsidRPr="00122F79">
        <w:rPr>
          <w:rStyle w:val="Strong"/>
          <w:b w:val="0"/>
          <w:bCs w:val="0"/>
          <w:sz w:val="18"/>
          <w:szCs w:val="18"/>
        </w:rPr>
        <w:t xml:space="preserve"> сельсовета Черемисиновского района Курской области, и членов их семей за 2015 год</w:t>
      </w:r>
    </w:p>
    <w:p w:rsidR="00B316AE" w:rsidRPr="007D7248" w:rsidRDefault="00B316AE" w:rsidP="00FC2A7E">
      <w:pPr>
        <w:rPr>
          <w:sz w:val="18"/>
          <w:szCs w:val="1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48"/>
        <w:gridCol w:w="2090"/>
        <w:gridCol w:w="1410"/>
        <w:gridCol w:w="1613"/>
        <w:gridCol w:w="900"/>
        <w:gridCol w:w="900"/>
        <w:gridCol w:w="1186"/>
        <w:gridCol w:w="1491"/>
        <w:gridCol w:w="808"/>
        <w:gridCol w:w="878"/>
        <w:gridCol w:w="1855"/>
      </w:tblGrid>
      <w:tr w:rsidR="00B316AE" w:rsidRPr="007D7248" w:rsidTr="00630AB7">
        <w:trPr>
          <w:trHeight w:val="1080"/>
        </w:trPr>
        <w:tc>
          <w:tcPr>
            <w:tcW w:w="1648" w:type="dxa"/>
            <w:vMerge w:val="restart"/>
          </w:tcPr>
          <w:p w:rsidR="00B316AE" w:rsidRPr="007D7248" w:rsidRDefault="00B316AE">
            <w:pPr>
              <w:rPr>
                <w:sz w:val="18"/>
                <w:szCs w:val="18"/>
              </w:rPr>
            </w:pPr>
          </w:p>
          <w:p w:rsidR="00B316AE" w:rsidRPr="007D7248" w:rsidRDefault="00B316AE">
            <w:pPr>
              <w:rPr>
                <w:sz w:val="18"/>
                <w:szCs w:val="18"/>
              </w:rPr>
            </w:pPr>
          </w:p>
          <w:p w:rsidR="00B316AE" w:rsidRPr="007D7248" w:rsidRDefault="00B316AE">
            <w:pPr>
              <w:spacing w:before="120" w:line="240" w:lineRule="exact"/>
              <w:jc w:val="center"/>
              <w:rPr>
                <w:sz w:val="18"/>
                <w:szCs w:val="18"/>
              </w:rPr>
            </w:pPr>
            <w:r w:rsidRPr="007D7248">
              <w:rPr>
                <w:sz w:val="18"/>
                <w:szCs w:val="18"/>
              </w:rPr>
              <w:t xml:space="preserve">Фамилия, имя, отчество муниципального служащего </w:t>
            </w:r>
          </w:p>
          <w:p w:rsidR="00B316AE" w:rsidRPr="007D7248" w:rsidRDefault="00B316AE">
            <w:pPr>
              <w:rPr>
                <w:sz w:val="18"/>
                <w:szCs w:val="18"/>
              </w:rPr>
            </w:pPr>
            <w:r w:rsidRPr="007D7248">
              <w:rPr>
                <w:sz w:val="18"/>
                <w:szCs w:val="18"/>
              </w:rPr>
              <w:t>(члены семьи без указания Ф.И.О.)</w:t>
            </w:r>
          </w:p>
          <w:p w:rsidR="00B316AE" w:rsidRPr="007D7248" w:rsidRDefault="00B316AE">
            <w:pPr>
              <w:rPr>
                <w:sz w:val="18"/>
                <w:szCs w:val="18"/>
              </w:rPr>
            </w:pPr>
          </w:p>
          <w:p w:rsidR="00B316AE" w:rsidRPr="007D7248" w:rsidRDefault="00B316AE">
            <w:pPr>
              <w:rPr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</w:tcPr>
          <w:p w:rsidR="00B316AE" w:rsidRPr="007D7248" w:rsidRDefault="00B316AE">
            <w:pPr>
              <w:rPr>
                <w:sz w:val="18"/>
                <w:szCs w:val="18"/>
              </w:rPr>
            </w:pPr>
            <w:r w:rsidRPr="007D7248">
              <w:rPr>
                <w:sz w:val="18"/>
                <w:szCs w:val="18"/>
              </w:rPr>
              <w:t>Замещаемая должность</w:t>
            </w:r>
          </w:p>
        </w:tc>
        <w:tc>
          <w:tcPr>
            <w:tcW w:w="1410" w:type="dxa"/>
            <w:vMerge w:val="restart"/>
          </w:tcPr>
          <w:p w:rsidR="00B316AE" w:rsidRPr="007D7248" w:rsidRDefault="00B316AE">
            <w:pPr>
              <w:spacing w:before="120" w:line="240" w:lineRule="exact"/>
              <w:jc w:val="center"/>
              <w:rPr>
                <w:sz w:val="18"/>
                <w:szCs w:val="18"/>
              </w:rPr>
            </w:pPr>
            <w:r w:rsidRPr="007D7248">
              <w:rPr>
                <w:sz w:val="18"/>
                <w:szCs w:val="18"/>
              </w:rPr>
              <w:t xml:space="preserve">Общая </w:t>
            </w:r>
          </w:p>
          <w:p w:rsidR="00B316AE" w:rsidRPr="007D7248" w:rsidRDefault="00B316AE">
            <w:pPr>
              <w:spacing w:before="120" w:line="240" w:lineRule="exact"/>
              <w:jc w:val="center"/>
              <w:rPr>
                <w:sz w:val="18"/>
                <w:szCs w:val="18"/>
              </w:rPr>
            </w:pPr>
            <w:r w:rsidRPr="007D7248">
              <w:rPr>
                <w:sz w:val="18"/>
                <w:szCs w:val="18"/>
              </w:rPr>
              <w:t>сумма декларирован</w:t>
            </w:r>
          </w:p>
          <w:p w:rsidR="00B316AE" w:rsidRPr="007D7248" w:rsidRDefault="00B316AE">
            <w:pPr>
              <w:spacing w:before="120" w:line="240" w:lineRule="exact"/>
              <w:jc w:val="center"/>
              <w:rPr>
                <w:sz w:val="18"/>
                <w:szCs w:val="18"/>
              </w:rPr>
            </w:pPr>
            <w:r w:rsidRPr="007D7248">
              <w:rPr>
                <w:sz w:val="18"/>
                <w:szCs w:val="18"/>
              </w:rPr>
              <w:t xml:space="preserve">ного дохода </w:t>
            </w:r>
          </w:p>
          <w:p w:rsidR="00B316AE" w:rsidRPr="007D7248" w:rsidRDefault="00B316AE">
            <w:pPr>
              <w:rPr>
                <w:sz w:val="18"/>
                <w:szCs w:val="18"/>
              </w:rPr>
            </w:pPr>
          </w:p>
          <w:p w:rsidR="00B316AE" w:rsidRPr="007D7248" w:rsidRDefault="00B316AE">
            <w:pPr>
              <w:rPr>
                <w:sz w:val="18"/>
                <w:szCs w:val="18"/>
              </w:rPr>
            </w:pPr>
          </w:p>
          <w:p w:rsidR="00B316AE" w:rsidRPr="007D7248" w:rsidRDefault="00B316AE">
            <w:pPr>
              <w:rPr>
                <w:sz w:val="18"/>
                <w:szCs w:val="18"/>
              </w:rPr>
            </w:pPr>
            <w:r w:rsidRPr="007D7248">
              <w:rPr>
                <w:sz w:val="18"/>
                <w:szCs w:val="18"/>
              </w:rPr>
              <w:t>За 2015 год</w:t>
            </w:r>
          </w:p>
        </w:tc>
        <w:tc>
          <w:tcPr>
            <w:tcW w:w="3413" w:type="dxa"/>
            <w:gridSpan w:val="3"/>
          </w:tcPr>
          <w:p w:rsidR="00B316AE" w:rsidRPr="007D7248" w:rsidRDefault="00B316AE">
            <w:pPr>
              <w:rPr>
                <w:sz w:val="18"/>
                <w:szCs w:val="18"/>
              </w:rPr>
            </w:pPr>
            <w:r w:rsidRPr="007D7248">
              <w:rPr>
                <w:sz w:val="18"/>
                <w:szCs w:val="18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363" w:type="dxa"/>
            <w:gridSpan w:val="4"/>
          </w:tcPr>
          <w:p w:rsidR="00B316AE" w:rsidRPr="007D7248" w:rsidRDefault="00B316AE">
            <w:pPr>
              <w:rPr>
                <w:sz w:val="18"/>
                <w:szCs w:val="18"/>
              </w:rPr>
            </w:pPr>
            <w:r w:rsidRPr="007D7248">
              <w:rPr>
                <w:sz w:val="18"/>
                <w:szCs w:val="18"/>
              </w:rPr>
              <w:t>Недвижимое имущество, находящееся в пользовании</w:t>
            </w:r>
          </w:p>
        </w:tc>
        <w:tc>
          <w:tcPr>
            <w:tcW w:w="1855" w:type="dxa"/>
            <w:vMerge w:val="restart"/>
          </w:tcPr>
          <w:p w:rsidR="00B316AE" w:rsidRPr="007D7248" w:rsidRDefault="00B316AE">
            <w:pPr>
              <w:rPr>
                <w:sz w:val="18"/>
                <w:szCs w:val="18"/>
              </w:rPr>
            </w:pPr>
            <w:r w:rsidRPr="007D7248">
              <w:rPr>
                <w:sz w:val="18"/>
                <w:szCs w:val="18"/>
              </w:rPr>
              <w:t>Вид и марка транспортных средств, принадлежащих на праве собственности</w:t>
            </w:r>
          </w:p>
        </w:tc>
      </w:tr>
      <w:tr w:rsidR="00B316AE" w:rsidRPr="007D7248" w:rsidTr="00630AB7">
        <w:trPr>
          <w:trHeight w:val="980"/>
        </w:trPr>
        <w:tc>
          <w:tcPr>
            <w:tcW w:w="1648" w:type="dxa"/>
            <w:vMerge/>
            <w:vAlign w:val="center"/>
          </w:tcPr>
          <w:p w:rsidR="00B316AE" w:rsidRPr="007D7248" w:rsidRDefault="00B316AE">
            <w:pPr>
              <w:rPr>
                <w:sz w:val="18"/>
                <w:szCs w:val="18"/>
              </w:rPr>
            </w:pPr>
          </w:p>
        </w:tc>
        <w:tc>
          <w:tcPr>
            <w:tcW w:w="2090" w:type="dxa"/>
            <w:vMerge/>
            <w:vAlign w:val="center"/>
          </w:tcPr>
          <w:p w:rsidR="00B316AE" w:rsidRPr="007D7248" w:rsidRDefault="00B316AE">
            <w:pPr>
              <w:rPr>
                <w:sz w:val="18"/>
                <w:szCs w:val="18"/>
              </w:rPr>
            </w:pPr>
          </w:p>
        </w:tc>
        <w:tc>
          <w:tcPr>
            <w:tcW w:w="1410" w:type="dxa"/>
            <w:vMerge/>
            <w:vAlign w:val="center"/>
          </w:tcPr>
          <w:p w:rsidR="00B316AE" w:rsidRPr="007D7248" w:rsidRDefault="00B316AE">
            <w:pPr>
              <w:rPr>
                <w:sz w:val="18"/>
                <w:szCs w:val="18"/>
              </w:rPr>
            </w:pPr>
          </w:p>
        </w:tc>
        <w:tc>
          <w:tcPr>
            <w:tcW w:w="1613" w:type="dxa"/>
          </w:tcPr>
          <w:p w:rsidR="00B316AE" w:rsidRPr="007D7248" w:rsidRDefault="00B316AE">
            <w:pPr>
              <w:rPr>
                <w:sz w:val="18"/>
                <w:szCs w:val="18"/>
              </w:rPr>
            </w:pPr>
            <w:r w:rsidRPr="007D7248">
              <w:rPr>
                <w:sz w:val="18"/>
                <w:szCs w:val="18"/>
              </w:rPr>
              <w:t xml:space="preserve">вид </w:t>
            </w:r>
          </w:p>
          <w:p w:rsidR="00B316AE" w:rsidRPr="007D7248" w:rsidRDefault="00B316AE">
            <w:pPr>
              <w:rPr>
                <w:sz w:val="18"/>
                <w:szCs w:val="18"/>
              </w:rPr>
            </w:pPr>
            <w:r w:rsidRPr="007D7248">
              <w:rPr>
                <w:sz w:val="18"/>
                <w:szCs w:val="18"/>
              </w:rPr>
              <w:t>объекта недвижи</w:t>
            </w:r>
          </w:p>
          <w:p w:rsidR="00B316AE" w:rsidRPr="007D7248" w:rsidRDefault="00B316AE" w:rsidP="007D7248">
            <w:pPr>
              <w:rPr>
                <w:sz w:val="18"/>
                <w:szCs w:val="18"/>
              </w:rPr>
            </w:pPr>
            <w:r w:rsidRPr="007D7248">
              <w:rPr>
                <w:sz w:val="18"/>
                <w:szCs w:val="18"/>
              </w:rPr>
              <w:t>мости</w:t>
            </w:r>
          </w:p>
        </w:tc>
        <w:tc>
          <w:tcPr>
            <w:tcW w:w="900" w:type="dxa"/>
          </w:tcPr>
          <w:p w:rsidR="00B316AE" w:rsidRPr="007D7248" w:rsidRDefault="00B316AE">
            <w:pPr>
              <w:rPr>
                <w:sz w:val="18"/>
                <w:szCs w:val="18"/>
              </w:rPr>
            </w:pPr>
            <w:r w:rsidRPr="007D7248">
              <w:rPr>
                <w:sz w:val="18"/>
                <w:szCs w:val="18"/>
              </w:rPr>
              <w:t>площадь (кв.м)</w:t>
            </w:r>
          </w:p>
        </w:tc>
        <w:tc>
          <w:tcPr>
            <w:tcW w:w="900" w:type="dxa"/>
          </w:tcPr>
          <w:p w:rsidR="00B316AE" w:rsidRPr="007D7248" w:rsidRDefault="00B316AE" w:rsidP="007D7248">
            <w:pPr>
              <w:rPr>
                <w:sz w:val="18"/>
                <w:szCs w:val="18"/>
              </w:rPr>
            </w:pPr>
            <w:r w:rsidRPr="007D7248">
              <w:rPr>
                <w:sz w:val="18"/>
                <w:szCs w:val="18"/>
              </w:rPr>
              <w:t>страна распо</w:t>
            </w:r>
          </w:p>
          <w:p w:rsidR="00B316AE" w:rsidRPr="007D7248" w:rsidRDefault="00B316AE">
            <w:pPr>
              <w:rPr>
                <w:sz w:val="18"/>
                <w:szCs w:val="18"/>
              </w:rPr>
            </w:pPr>
            <w:r w:rsidRPr="007D7248">
              <w:rPr>
                <w:sz w:val="18"/>
                <w:szCs w:val="18"/>
              </w:rPr>
              <w:t>ло</w:t>
            </w:r>
          </w:p>
          <w:p w:rsidR="00B316AE" w:rsidRPr="007D7248" w:rsidRDefault="00B316AE">
            <w:pPr>
              <w:rPr>
                <w:sz w:val="18"/>
                <w:szCs w:val="18"/>
              </w:rPr>
            </w:pPr>
            <w:r w:rsidRPr="007D7248">
              <w:rPr>
                <w:sz w:val="18"/>
                <w:szCs w:val="18"/>
              </w:rPr>
              <w:t>жения</w:t>
            </w:r>
          </w:p>
        </w:tc>
        <w:tc>
          <w:tcPr>
            <w:tcW w:w="1186" w:type="dxa"/>
          </w:tcPr>
          <w:p w:rsidR="00B316AE" w:rsidRPr="007D7248" w:rsidRDefault="00B316AE">
            <w:pPr>
              <w:rPr>
                <w:sz w:val="18"/>
                <w:szCs w:val="18"/>
              </w:rPr>
            </w:pPr>
            <w:r w:rsidRPr="007D7248">
              <w:rPr>
                <w:sz w:val="18"/>
                <w:szCs w:val="18"/>
              </w:rPr>
              <w:t xml:space="preserve">вид </w:t>
            </w:r>
          </w:p>
          <w:p w:rsidR="00B316AE" w:rsidRPr="007D7248" w:rsidRDefault="00B316AE">
            <w:pPr>
              <w:rPr>
                <w:sz w:val="18"/>
                <w:szCs w:val="18"/>
              </w:rPr>
            </w:pPr>
            <w:r w:rsidRPr="007D7248">
              <w:rPr>
                <w:sz w:val="18"/>
                <w:szCs w:val="18"/>
              </w:rPr>
              <w:t>объекта</w:t>
            </w:r>
          </w:p>
          <w:p w:rsidR="00B316AE" w:rsidRPr="007D7248" w:rsidRDefault="00B316AE">
            <w:pPr>
              <w:rPr>
                <w:sz w:val="18"/>
                <w:szCs w:val="18"/>
              </w:rPr>
            </w:pPr>
            <w:r w:rsidRPr="007D7248">
              <w:rPr>
                <w:sz w:val="18"/>
                <w:szCs w:val="18"/>
              </w:rPr>
              <w:t xml:space="preserve"> недвижи</w:t>
            </w:r>
          </w:p>
          <w:p w:rsidR="00B316AE" w:rsidRPr="007D7248" w:rsidRDefault="00B316AE">
            <w:pPr>
              <w:rPr>
                <w:sz w:val="18"/>
                <w:szCs w:val="18"/>
              </w:rPr>
            </w:pPr>
            <w:r w:rsidRPr="007D7248">
              <w:rPr>
                <w:sz w:val="18"/>
                <w:szCs w:val="18"/>
              </w:rPr>
              <w:t>мости</w:t>
            </w:r>
          </w:p>
        </w:tc>
        <w:tc>
          <w:tcPr>
            <w:tcW w:w="1491" w:type="dxa"/>
          </w:tcPr>
          <w:p w:rsidR="00B316AE" w:rsidRPr="007D7248" w:rsidRDefault="00B316AE">
            <w:pPr>
              <w:rPr>
                <w:sz w:val="18"/>
                <w:szCs w:val="18"/>
              </w:rPr>
            </w:pPr>
            <w:r w:rsidRPr="007D7248">
              <w:rPr>
                <w:sz w:val="18"/>
                <w:szCs w:val="18"/>
              </w:rPr>
              <w:t>вид исполь</w:t>
            </w:r>
          </w:p>
          <w:p w:rsidR="00B316AE" w:rsidRPr="007D7248" w:rsidRDefault="00B316AE">
            <w:pPr>
              <w:rPr>
                <w:sz w:val="18"/>
                <w:szCs w:val="18"/>
              </w:rPr>
            </w:pPr>
            <w:r w:rsidRPr="007D7248">
              <w:rPr>
                <w:sz w:val="18"/>
                <w:szCs w:val="18"/>
              </w:rPr>
              <w:t>зования</w:t>
            </w:r>
          </w:p>
        </w:tc>
        <w:tc>
          <w:tcPr>
            <w:tcW w:w="808" w:type="dxa"/>
          </w:tcPr>
          <w:p w:rsidR="00B316AE" w:rsidRPr="007D7248" w:rsidRDefault="00B316AE">
            <w:pPr>
              <w:rPr>
                <w:sz w:val="18"/>
                <w:szCs w:val="18"/>
              </w:rPr>
            </w:pPr>
            <w:r w:rsidRPr="007D7248">
              <w:rPr>
                <w:sz w:val="18"/>
                <w:szCs w:val="18"/>
              </w:rPr>
              <w:t>Пло</w:t>
            </w:r>
          </w:p>
          <w:p w:rsidR="00B316AE" w:rsidRPr="007D7248" w:rsidRDefault="00B316AE">
            <w:pPr>
              <w:rPr>
                <w:sz w:val="18"/>
                <w:szCs w:val="18"/>
              </w:rPr>
            </w:pPr>
            <w:r w:rsidRPr="007D7248">
              <w:rPr>
                <w:sz w:val="18"/>
                <w:szCs w:val="18"/>
              </w:rPr>
              <w:t>щадь (кв.м)</w:t>
            </w:r>
          </w:p>
        </w:tc>
        <w:tc>
          <w:tcPr>
            <w:tcW w:w="878" w:type="dxa"/>
          </w:tcPr>
          <w:p w:rsidR="00B316AE" w:rsidRPr="007D7248" w:rsidRDefault="00B316AE">
            <w:pPr>
              <w:rPr>
                <w:sz w:val="18"/>
                <w:szCs w:val="18"/>
              </w:rPr>
            </w:pPr>
            <w:r w:rsidRPr="007D7248">
              <w:rPr>
                <w:sz w:val="18"/>
                <w:szCs w:val="18"/>
              </w:rPr>
              <w:t>страна распо</w:t>
            </w:r>
          </w:p>
          <w:p w:rsidR="00B316AE" w:rsidRPr="007D7248" w:rsidRDefault="00B316AE">
            <w:pPr>
              <w:rPr>
                <w:sz w:val="18"/>
                <w:szCs w:val="18"/>
              </w:rPr>
            </w:pPr>
            <w:r w:rsidRPr="007D7248">
              <w:rPr>
                <w:sz w:val="18"/>
                <w:szCs w:val="18"/>
              </w:rPr>
              <w:t>ло</w:t>
            </w:r>
          </w:p>
          <w:p w:rsidR="00B316AE" w:rsidRPr="007D7248" w:rsidRDefault="00B316AE">
            <w:pPr>
              <w:rPr>
                <w:sz w:val="18"/>
                <w:szCs w:val="18"/>
              </w:rPr>
            </w:pPr>
            <w:r w:rsidRPr="007D7248">
              <w:rPr>
                <w:sz w:val="18"/>
                <w:szCs w:val="18"/>
              </w:rPr>
              <w:t>жения</w:t>
            </w:r>
          </w:p>
        </w:tc>
        <w:tc>
          <w:tcPr>
            <w:tcW w:w="1855" w:type="dxa"/>
            <w:vMerge/>
            <w:vAlign w:val="center"/>
          </w:tcPr>
          <w:p w:rsidR="00B316AE" w:rsidRPr="007D7248" w:rsidRDefault="00B316AE">
            <w:pPr>
              <w:rPr>
                <w:sz w:val="18"/>
                <w:szCs w:val="18"/>
              </w:rPr>
            </w:pPr>
          </w:p>
        </w:tc>
      </w:tr>
      <w:tr w:rsidR="00B316AE" w:rsidRPr="00C549B0" w:rsidTr="00630AB7">
        <w:trPr>
          <w:trHeight w:val="495"/>
        </w:trPr>
        <w:tc>
          <w:tcPr>
            <w:tcW w:w="1648" w:type="dxa"/>
          </w:tcPr>
          <w:p w:rsidR="00B316AE" w:rsidRPr="00C549B0" w:rsidRDefault="00B316AE" w:rsidP="007D7248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Батавина Анна Сергеевна</w:t>
            </w:r>
          </w:p>
        </w:tc>
        <w:tc>
          <w:tcPr>
            <w:tcW w:w="209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депутат</w:t>
            </w:r>
          </w:p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 xml:space="preserve"> Собрания депутатов Краснополянского сельсовета</w:t>
            </w:r>
          </w:p>
        </w:tc>
        <w:tc>
          <w:tcPr>
            <w:tcW w:w="1410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167395-24</w:t>
            </w:r>
          </w:p>
        </w:tc>
        <w:tc>
          <w:tcPr>
            <w:tcW w:w="1613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1186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Жилой</w:t>
            </w:r>
          </w:p>
          <w:p w:rsidR="00B316AE" w:rsidRPr="00C549B0" w:rsidRDefault="00B316AE" w:rsidP="007D7248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 xml:space="preserve">дом </w:t>
            </w:r>
          </w:p>
        </w:tc>
        <w:tc>
          <w:tcPr>
            <w:tcW w:w="1491" w:type="dxa"/>
          </w:tcPr>
          <w:p w:rsidR="00B316AE" w:rsidRPr="00C549B0" w:rsidRDefault="00B316AE" w:rsidP="00B94B89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безвозмездное</w:t>
            </w:r>
          </w:p>
          <w:p w:rsidR="00B316AE" w:rsidRPr="00C549B0" w:rsidRDefault="00B316AE" w:rsidP="00B94B89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бессрочное</w:t>
            </w:r>
          </w:p>
        </w:tc>
        <w:tc>
          <w:tcPr>
            <w:tcW w:w="808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60,5</w:t>
            </w:r>
          </w:p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878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РФ</w:t>
            </w:r>
          </w:p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1855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</w:tr>
      <w:tr w:rsidR="00B316AE" w:rsidRPr="00C549B0" w:rsidTr="00630AB7">
        <w:trPr>
          <w:trHeight w:val="415"/>
        </w:trPr>
        <w:tc>
          <w:tcPr>
            <w:tcW w:w="1648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сын</w:t>
            </w:r>
          </w:p>
        </w:tc>
        <w:tc>
          <w:tcPr>
            <w:tcW w:w="209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141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1613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1186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Жилой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 xml:space="preserve">дом </w:t>
            </w:r>
          </w:p>
        </w:tc>
        <w:tc>
          <w:tcPr>
            <w:tcW w:w="1491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безвозмездное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бессрочное</w:t>
            </w:r>
          </w:p>
        </w:tc>
        <w:tc>
          <w:tcPr>
            <w:tcW w:w="808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60,5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</w:tc>
        <w:tc>
          <w:tcPr>
            <w:tcW w:w="878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РФ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</w:tc>
        <w:tc>
          <w:tcPr>
            <w:tcW w:w="1855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</w:tr>
      <w:tr w:rsidR="00B316AE" w:rsidRPr="00C549B0" w:rsidTr="00630AB7">
        <w:trPr>
          <w:trHeight w:val="645"/>
        </w:trPr>
        <w:tc>
          <w:tcPr>
            <w:tcW w:w="1648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Бурдастых Сергей Семенович</w:t>
            </w:r>
          </w:p>
        </w:tc>
        <w:tc>
          <w:tcPr>
            <w:tcW w:w="209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 xml:space="preserve">депутат </w:t>
            </w:r>
          </w:p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 xml:space="preserve"> Собрания депутатов Краснополянского сельсовета</w:t>
            </w:r>
          </w:p>
        </w:tc>
        <w:tc>
          <w:tcPr>
            <w:tcW w:w="141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89936-15</w:t>
            </w:r>
          </w:p>
        </w:tc>
        <w:tc>
          <w:tcPr>
            <w:tcW w:w="1613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1186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Жилой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 xml:space="preserve">дом 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безвозмездное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бессрочное</w:t>
            </w:r>
          </w:p>
        </w:tc>
        <w:tc>
          <w:tcPr>
            <w:tcW w:w="808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81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</w:tc>
        <w:tc>
          <w:tcPr>
            <w:tcW w:w="878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РФ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</w:tc>
        <w:tc>
          <w:tcPr>
            <w:tcW w:w="1855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ВАЗ 2107</w:t>
            </w:r>
          </w:p>
        </w:tc>
      </w:tr>
      <w:tr w:rsidR="00B316AE" w:rsidRPr="00C549B0" w:rsidTr="00630AB7">
        <w:trPr>
          <w:trHeight w:val="510"/>
        </w:trPr>
        <w:tc>
          <w:tcPr>
            <w:tcW w:w="1648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супруга</w:t>
            </w:r>
          </w:p>
        </w:tc>
        <w:tc>
          <w:tcPr>
            <w:tcW w:w="209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141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473467-38</w:t>
            </w:r>
          </w:p>
        </w:tc>
        <w:tc>
          <w:tcPr>
            <w:tcW w:w="1613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Земельная доля</w:t>
            </w:r>
          </w:p>
        </w:tc>
        <w:tc>
          <w:tcPr>
            <w:tcW w:w="90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6,2</w:t>
            </w:r>
          </w:p>
        </w:tc>
        <w:tc>
          <w:tcPr>
            <w:tcW w:w="90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РФ</w:t>
            </w:r>
          </w:p>
        </w:tc>
        <w:tc>
          <w:tcPr>
            <w:tcW w:w="1186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Жилой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 xml:space="preserve">дом </w:t>
            </w:r>
          </w:p>
        </w:tc>
        <w:tc>
          <w:tcPr>
            <w:tcW w:w="1491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безвозмездное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бессрочное</w:t>
            </w:r>
          </w:p>
        </w:tc>
        <w:tc>
          <w:tcPr>
            <w:tcW w:w="808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81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</w:tc>
        <w:tc>
          <w:tcPr>
            <w:tcW w:w="878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РФ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</w:tc>
        <w:tc>
          <w:tcPr>
            <w:tcW w:w="1855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</w:tr>
      <w:tr w:rsidR="00B316AE" w:rsidRPr="00C549B0" w:rsidTr="00630AB7">
        <w:trPr>
          <w:trHeight w:val="555"/>
        </w:trPr>
        <w:tc>
          <w:tcPr>
            <w:tcW w:w="1648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Воропаева Наталья Витальевна</w:t>
            </w:r>
          </w:p>
        </w:tc>
        <w:tc>
          <w:tcPr>
            <w:tcW w:w="209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депутат</w:t>
            </w:r>
          </w:p>
          <w:p w:rsidR="00B316AE" w:rsidRPr="00C549B0" w:rsidRDefault="00B316AE" w:rsidP="00630AB7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Собрания депутатов Краснополянского сельсовета</w:t>
            </w:r>
          </w:p>
        </w:tc>
        <w:tc>
          <w:tcPr>
            <w:tcW w:w="141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125561-31</w:t>
            </w:r>
          </w:p>
        </w:tc>
        <w:tc>
          <w:tcPr>
            <w:tcW w:w="1613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Квартира общая долевая 1/2</w:t>
            </w:r>
          </w:p>
        </w:tc>
        <w:tc>
          <w:tcPr>
            <w:tcW w:w="90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53,6</w:t>
            </w:r>
          </w:p>
        </w:tc>
        <w:tc>
          <w:tcPr>
            <w:tcW w:w="90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РФ</w:t>
            </w:r>
          </w:p>
        </w:tc>
        <w:tc>
          <w:tcPr>
            <w:tcW w:w="1186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Жилой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 xml:space="preserve">дом 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безвозмездное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бессрочное</w:t>
            </w:r>
          </w:p>
        </w:tc>
        <w:tc>
          <w:tcPr>
            <w:tcW w:w="808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57,9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</w:tc>
        <w:tc>
          <w:tcPr>
            <w:tcW w:w="878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РФ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</w:tc>
        <w:tc>
          <w:tcPr>
            <w:tcW w:w="1855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</w:tr>
      <w:tr w:rsidR="00B316AE" w:rsidRPr="00C549B0" w:rsidTr="00630AB7">
        <w:trPr>
          <w:trHeight w:val="555"/>
        </w:trPr>
        <w:tc>
          <w:tcPr>
            <w:tcW w:w="1648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супруг</w:t>
            </w:r>
          </w:p>
        </w:tc>
        <w:tc>
          <w:tcPr>
            <w:tcW w:w="209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141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90829-08</w:t>
            </w:r>
          </w:p>
        </w:tc>
        <w:tc>
          <w:tcPr>
            <w:tcW w:w="1613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Жилой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 xml:space="preserve">дом 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57,9</w:t>
            </w:r>
          </w:p>
        </w:tc>
        <w:tc>
          <w:tcPr>
            <w:tcW w:w="900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РФ</w:t>
            </w:r>
          </w:p>
        </w:tc>
        <w:tc>
          <w:tcPr>
            <w:tcW w:w="1186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808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878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1855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</w:tr>
      <w:tr w:rsidR="00B316AE" w:rsidRPr="00C549B0" w:rsidTr="00630AB7">
        <w:trPr>
          <w:trHeight w:val="555"/>
        </w:trPr>
        <w:tc>
          <w:tcPr>
            <w:tcW w:w="1648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сын</w:t>
            </w:r>
          </w:p>
        </w:tc>
        <w:tc>
          <w:tcPr>
            <w:tcW w:w="209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141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1613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1186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Жилой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 xml:space="preserve">дом 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безвозмездное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бессрочное</w:t>
            </w:r>
          </w:p>
        </w:tc>
        <w:tc>
          <w:tcPr>
            <w:tcW w:w="808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57,9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</w:tc>
        <w:tc>
          <w:tcPr>
            <w:tcW w:w="878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РФ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</w:tc>
        <w:tc>
          <w:tcPr>
            <w:tcW w:w="1855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</w:tr>
      <w:tr w:rsidR="00B316AE" w:rsidRPr="00C549B0" w:rsidTr="00630AB7">
        <w:trPr>
          <w:trHeight w:val="720"/>
        </w:trPr>
        <w:tc>
          <w:tcPr>
            <w:tcW w:w="1648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Делогва Альбина Васильевна</w:t>
            </w:r>
          </w:p>
        </w:tc>
        <w:tc>
          <w:tcPr>
            <w:tcW w:w="2090" w:type="dxa"/>
          </w:tcPr>
          <w:p w:rsidR="00B316AE" w:rsidRPr="00C549B0" w:rsidRDefault="00B316AE" w:rsidP="00630AB7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депутат</w:t>
            </w:r>
          </w:p>
          <w:p w:rsidR="00B316AE" w:rsidRPr="00C549B0" w:rsidRDefault="00B316AE" w:rsidP="00630AB7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 xml:space="preserve"> Собрания депутатов Краснополянского сельсовета </w:t>
            </w:r>
          </w:p>
        </w:tc>
        <w:tc>
          <w:tcPr>
            <w:tcW w:w="141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324931-08</w:t>
            </w:r>
          </w:p>
        </w:tc>
        <w:tc>
          <w:tcPr>
            <w:tcW w:w="1613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0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3600</w:t>
            </w:r>
          </w:p>
        </w:tc>
        <w:tc>
          <w:tcPr>
            <w:tcW w:w="90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РФ</w:t>
            </w:r>
          </w:p>
        </w:tc>
        <w:tc>
          <w:tcPr>
            <w:tcW w:w="1186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квартира</w:t>
            </w:r>
          </w:p>
        </w:tc>
        <w:tc>
          <w:tcPr>
            <w:tcW w:w="1491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безвозмездное</w:t>
            </w:r>
          </w:p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бессрочное</w:t>
            </w:r>
          </w:p>
        </w:tc>
        <w:tc>
          <w:tcPr>
            <w:tcW w:w="808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69,5</w:t>
            </w:r>
          </w:p>
        </w:tc>
        <w:tc>
          <w:tcPr>
            <w:tcW w:w="878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РФ</w:t>
            </w:r>
          </w:p>
        </w:tc>
        <w:tc>
          <w:tcPr>
            <w:tcW w:w="1855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</w:tr>
      <w:tr w:rsidR="00B316AE" w:rsidRPr="00C549B0" w:rsidTr="00630AB7">
        <w:trPr>
          <w:trHeight w:val="570"/>
        </w:trPr>
        <w:tc>
          <w:tcPr>
            <w:tcW w:w="1648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супруг</w:t>
            </w:r>
          </w:p>
        </w:tc>
        <w:tc>
          <w:tcPr>
            <w:tcW w:w="209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141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119915-02</w:t>
            </w:r>
          </w:p>
        </w:tc>
        <w:tc>
          <w:tcPr>
            <w:tcW w:w="1613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1186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квартира</w:t>
            </w:r>
          </w:p>
        </w:tc>
        <w:tc>
          <w:tcPr>
            <w:tcW w:w="1491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безвозмездное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бессрочное</w:t>
            </w:r>
          </w:p>
        </w:tc>
        <w:tc>
          <w:tcPr>
            <w:tcW w:w="808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69,5</w:t>
            </w:r>
          </w:p>
        </w:tc>
        <w:tc>
          <w:tcPr>
            <w:tcW w:w="878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РФ</w:t>
            </w:r>
          </w:p>
        </w:tc>
        <w:tc>
          <w:tcPr>
            <w:tcW w:w="1855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</w:tr>
      <w:tr w:rsidR="00B316AE" w:rsidRPr="00C549B0" w:rsidTr="00630AB7">
        <w:trPr>
          <w:trHeight w:val="570"/>
        </w:trPr>
        <w:tc>
          <w:tcPr>
            <w:tcW w:w="1648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Каверин Николай Сергеевич</w:t>
            </w:r>
          </w:p>
        </w:tc>
        <w:tc>
          <w:tcPr>
            <w:tcW w:w="209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депутат</w:t>
            </w:r>
          </w:p>
          <w:p w:rsidR="00B316AE" w:rsidRPr="00C549B0" w:rsidRDefault="00B316AE" w:rsidP="00630AB7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Собрания депутатов Краснополянского сельсовета</w:t>
            </w:r>
          </w:p>
        </w:tc>
        <w:tc>
          <w:tcPr>
            <w:tcW w:w="141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156840-67</w:t>
            </w:r>
          </w:p>
        </w:tc>
        <w:tc>
          <w:tcPr>
            <w:tcW w:w="1613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1186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Жилой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 xml:space="preserve">дом 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безвозмездное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бессрочное</w:t>
            </w:r>
          </w:p>
        </w:tc>
        <w:tc>
          <w:tcPr>
            <w:tcW w:w="808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63,2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</w:tc>
        <w:tc>
          <w:tcPr>
            <w:tcW w:w="878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РФ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</w:tc>
        <w:tc>
          <w:tcPr>
            <w:tcW w:w="1855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</w:tr>
      <w:tr w:rsidR="00B316AE" w:rsidRPr="00C549B0" w:rsidTr="00C549B0">
        <w:trPr>
          <w:trHeight w:val="858"/>
        </w:trPr>
        <w:tc>
          <w:tcPr>
            <w:tcW w:w="1648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Супруга</w:t>
            </w:r>
          </w:p>
        </w:tc>
        <w:tc>
          <w:tcPr>
            <w:tcW w:w="209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141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166882-84</w:t>
            </w:r>
          </w:p>
        </w:tc>
        <w:tc>
          <w:tcPr>
            <w:tcW w:w="1613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Жилой дом</w:t>
            </w:r>
          </w:p>
          <w:p w:rsidR="00B316AE" w:rsidRPr="00C549B0" w:rsidRDefault="00B316AE" w:rsidP="0028536C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Земельная доля</w:t>
            </w:r>
          </w:p>
          <w:p w:rsidR="00B316AE" w:rsidRPr="00C549B0" w:rsidRDefault="00B316AE" w:rsidP="0028536C">
            <w:pPr>
              <w:rPr>
                <w:sz w:val="16"/>
                <w:szCs w:val="16"/>
              </w:rPr>
            </w:pPr>
          </w:p>
          <w:p w:rsidR="00B316AE" w:rsidRPr="00C549B0" w:rsidRDefault="00B316AE" w:rsidP="0028536C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0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63,2</w:t>
            </w:r>
          </w:p>
          <w:p w:rsidR="00B316AE" w:rsidRPr="00C549B0" w:rsidRDefault="00B316AE" w:rsidP="0028536C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6,06</w:t>
            </w:r>
          </w:p>
          <w:p w:rsidR="00B316AE" w:rsidRPr="00C549B0" w:rsidRDefault="00B316AE" w:rsidP="0028536C">
            <w:pPr>
              <w:rPr>
                <w:sz w:val="16"/>
                <w:szCs w:val="16"/>
              </w:rPr>
            </w:pPr>
          </w:p>
          <w:p w:rsidR="00B316AE" w:rsidRPr="00C549B0" w:rsidRDefault="00B316AE" w:rsidP="0028536C">
            <w:pPr>
              <w:rPr>
                <w:sz w:val="16"/>
                <w:szCs w:val="16"/>
              </w:rPr>
            </w:pPr>
          </w:p>
          <w:p w:rsidR="00B316AE" w:rsidRPr="00C549B0" w:rsidRDefault="00B316AE" w:rsidP="0028536C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2500</w:t>
            </w:r>
          </w:p>
        </w:tc>
        <w:tc>
          <w:tcPr>
            <w:tcW w:w="90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РФ</w:t>
            </w:r>
          </w:p>
          <w:p w:rsidR="00B316AE" w:rsidRPr="00C549B0" w:rsidRDefault="00B316AE" w:rsidP="0028536C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РФ</w:t>
            </w:r>
          </w:p>
          <w:p w:rsidR="00B316AE" w:rsidRPr="00C549B0" w:rsidRDefault="00B316AE" w:rsidP="0028536C">
            <w:pPr>
              <w:rPr>
                <w:sz w:val="16"/>
                <w:szCs w:val="16"/>
              </w:rPr>
            </w:pPr>
          </w:p>
          <w:p w:rsidR="00B316AE" w:rsidRPr="00C549B0" w:rsidRDefault="00B316AE" w:rsidP="0028536C">
            <w:pPr>
              <w:rPr>
                <w:sz w:val="16"/>
                <w:szCs w:val="16"/>
              </w:rPr>
            </w:pPr>
          </w:p>
          <w:p w:rsidR="00B316AE" w:rsidRPr="00C549B0" w:rsidRDefault="00B316AE" w:rsidP="0028536C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РФ</w:t>
            </w:r>
          </w:p>
        </w:tc>
        <w:tc>
          <w:tcPr>
            <w:tcW w:w="1186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808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878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1855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</w:tr>
      <w:tr w:rsidR="00B316AE" w:rsidRPr="00C549B0" w:rsidTr="00630AB7">
        <w:trPr>
          <w:trHeight w:val="870"/>
        </w:trPr>
        <w:tc>
          <w:tcPr>
            <w:tcW w:w="1648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Малыхин Геннадий Иванович</w:t>
            </w:r>
          </w:p>
        </w:tc>
        <w:tc>
          <w:tcPr>
            <w:tcW w:w="209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депутат</w:t>
            </w:r>
          </w:p>
          <w:p w:rsidR="00B316AE" w:rsidRPr="00C549B0" w:rsidRDefault="00B316AE" w:rsidP="00630AB7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Собрания депутатов Краснополянского сельсовета</w:t>
            </w:r>
          </w:p>
        </w:tc>
        <w:tc>
          <w:tcPr>
            <w:tcW w:w="141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178195-82</w:t>
            </w:r>
          </w:p>
        </w:tc>
        <w:tc>
          <w:tcPr>
            <w:tcW w:w="1613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Жилой дом</w:t>
            </w:r>
          </w:p>
          <w:p w:rsidR="00B316AE" w:rsidRPr="00C549B0" w:rsidRDefault="00B316AE" w:rsidP="0028536C">
            <w:pPr>
              <w:rPr>
                <w:sz w:val="16"/>
                <w:szCs w:val="16"/>
              </w:rPr>
            </w:pPr>
          </w:p>
          <w:p w:rsidR="00B316AE" w:rsidRPr="00C549B0" w:rsidRDefault="00B316AE" w:rsidP="0028536C">
            <w:pPr>
              <w:rPr>
                <w:sz w:val="16"/>
                <w:szCs w:val="16"/>
              </w:rPr>
            </w:pPr>
          </w:p>
          <w:p w:rsidR="00B316AE" w:rsidRPr="00C549B0" w:rsidRDefault="00B316AE" w:rsidP="0028536C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0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32,5</w:t>
            </w:r>
          </w:p>
          <w:p w:rsidR="00B316AE" w:rsidRPr="00C549B0" w:rsidRDefault="00B316AE" w:rsidP="0028536C">
            <w:pPr>
              <w:rPr>
                <w:sz w:val="16"/>
                <w:szCs w:val="16"/>
              </w:rPr>
            </w:pPr>
          </w:p>
          <w:p w:rsidR="00B316AE" w:rsidRPr="00C549B0" w:rsidRDefault="00B316AE" w:rsidP="0028536C">
            <w:pPr>
              <w:rPr>
                <w:sz w:val="16"/>
                <w:szCs w:val="16"/>
              </w:rPr>
            </w:pPr>
          </w:p>
          <w:p w:rsidR="00B316AE" w:rsidRPr="00C549B0" w:rsidRDefault="00B316AE" w:rsidP="0028536C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5000</w:t>
            </w:r>
          </w:p>
        </w:tc>
        <w:tc>
          <w:tcPr>
            <w:tcW w:w="90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РФ</w:t>
            </w:r>
          </w:p>
          <w:p w:rsidR="00B316AE" w:rsidRPr="00C549B0" w:rsidRDefault="00B316AE" w:rsidP="0028536C">
            <w:pPr>
              <w:rPr>
                <w:sz w:val="16"/>
                <w:szCs w:val="16"/>
              </w:rPr>
            </w:pPr>
          </w:p>
          <w:p w:rsidR="00B316AE" w:rsidRPr="00C549B0" w:rsidRDefault="00B316AE" w:rsidP="0028536C">
            <w:pPr>
              <w:rPr>
                <w:sz w:val="16"/>
                <w:szCs w:val="16"/>
              </w:rPr>
            </w:pPr>
          </w:p>
          <w:p w:rsidR="00B316AE" w:rsidRPr="00C549B0" w:rsidRDefault="00B316AE" w:rsidP="0028536C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РФ</w:t>
            </w:r>
          </w:p>
        </w:tc>
        <w:tc>
          <w:tcPr>
            <w:tcW w:w="1186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808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878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1855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ВАЗ 2106</w:t>
            </w:r>
          </w:p>
        </w:tc>
      </w:tr>
      <w:tr w:rsidR="00B316AE" w:rsidRPr="00C549B0" w:rsidTr="00C549B0">
        <w:trPr>
          <w:trHeight w:val="419"/>
        </w:trPr>
        <w:tc>
          <w:tcPr>
            <w:tcW w:w="1648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Супруга</w:t>
            </w:r>
          </w:p>
        </w:tc>
        <w:tc>
          <w:tcPr>
            <w:tcW w:w="209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141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194154-25</w:t>
            </w:r>
          </w:p>
        </w:tc>
        <w:tc>
          <w:tcPr>
            <w:tcW w:w="1613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1186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Жилой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 xml:space="preserve">дом 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безвозмездное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бессрочное</w:t>
            </w:r>
          </w:p>
        </w:tc>
        <w:tc>
          <w:tcPr>
            <w:tcW w:w="808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32,5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</w:tc>
        <w:tc>
          <w:tcPr>
            <w:tcW w:w="878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РФ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</w:tc>
        <w:tc>
          <w:tcPr>
            <w:tcW w:w="1855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</w:tr>
      <w:tr w:rsidR="00B316AE" w:rsidRPr="00C549B0" w:rsidTr="00630AB7">
        <w:trPr>
          <w:trHeight w:val="585"/>
        </w:trPr>
        <w:tc>
          <w:tcPr>
            <w:tcW w:w="1648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Натарова Ирина Николаевна</w:t>
            </w:r>
          </w:p>
        </w:tc>
        <w:tc>
          <w:tcPr>
            <w:tcW w:w="209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депутат</w:t>
            </w:r>
          </w:p>
          <w:p w:rsidR="00B316AE" w:rsidRPr="00C549B0" w:rsidRDefault="00B316AE" w:rsidP="00630AB7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Собрания депутатов Краснополянского сельсовета</w:t>
            </w:r>
          </w:p>
        </w:tc>
        <w:tc>
          <w:tcPr>
            <w:tcW w:w="141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128451-99</w:t>
            </w:r>
          </w:p>
        </w:tc>
        <w:tc>
          <w:tcPr>
            <w:tcW w:w="1613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Земельная доля</w:t>
            </w:r>
          </w:p>
        </w:tc>
        <w:tc>
          <w:tcPr>
            <w:tcW w:w="90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8,11</w:t>
            </w:r>
          </w:p>
        </w:tc>
        <w:tc>
          <w:tcPr>
            <w:tcW w:w="90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РФ</w:t>
            </w:r>
          </w:p>
        </w:tc>
        <w:tc>
          <w:tcPr>
            <w:tcW w:w="1186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Жилой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 xml:space="preserve">дом 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безвозмездное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бессрочное</w:t>
            </w:r>
          </w:p>
        </w:tc>
        <w:tc>
          <w:tcPr>
            <w:tcW w:w="808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66,8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</w:tc>
        <w:tc>
          <w:tcPr>
            <w:tcW w:w="878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РФ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</w:tc>
        <w:tc>
          <w:tcPr>
            <w:tcW w:w="1855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</w:tr>
      <w:tr w:rsidR="00B316AE" w:rsidRPr="00C549B0" w:rsidTr="00630AB7">
        <w:trPr>
          <w:trHeight w:val="915"/>
        </w:trPr>
        <w:tc>
          <w:tcPr>
            <w:tcW w:w="1648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супруг</w:t>
            </w:r>
          </w:p>
        </w:tc>
        <w:tc>
          <w:tcPr>
            <w:tcW w:w="209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141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126869-01</w:t>
            </w:r>
          </w:p>
        </w:tc>
        <w:tc>
          <w:tcPr>
            <w:tcW w:w="1613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Жилой дом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Земельная доля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00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66,8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8,11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2500</w:t>
            </w:r>
          </w:p>
        </w:tc>
        <w:tc>
          <w:tcPr>
            <w:tcW w:w="900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РФ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РФ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РФ</w:t>
            </w:r>
          </w:p>
        </w:tc>
        <w:tc>
          <w:tcPr>
            <w:tcW w:w="1186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808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878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1855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ВАЗ 21093</w:t>
            </w:r>
          </w:p>
        </w:tc>
      </w:tr>
      <w:tr w:rsidR="00B316AE" w:rsidRPr="00C549B0" w:rsidTr="00630AB7">
        <w:trPr>
          <w:trHeight w:val="1035"/>
        </w:trPr>
        <w:tc>
          <w:tcPr>
            <w:tcW w:w="1648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Орехов Алексей Григорьевич</w:t>
            </w:r>
          </w:p>
        </w:tc>
        <w:tc>
          <w:tcPr>
            <w:tcW w:w="209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депутат</w:t>
            </w:r>
          </w:p>
          <w:p w:rsidR="00B316AE" w:rsidRPr="00C549B0" w:rsidRDefault="00B316AE" w:rsidP="00630AB7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Собрания депутатов Краснополянского сельсовета</w:t>
            </w:r>
          </w:p>
        </w:tc>
        <w:tc>
          <w:tcPr>
            <w:tcW w:w="141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294967-72</w:t>
            </w:r>
          </w:p>
        </w:tc>
        <w:tc>
          <w:tcPr>
            <w:tcW w:w="1613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гараж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00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23,8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278</w:t>
            </w:r>
          </w:p>
        </w:tc>
        <w:tc>
          <w:tcPr>
            <w:tcW w:w="900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РФ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РФ</w:t>
            </w:r>
          </w:p>
        </w:tc>
        <w:tc>
          <w:tcPr>
            <w:tcW w:w="1186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Жилой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 xml:space="preserve">дом 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безвозмездное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бессрочное</w:t>
            </w:r>
          </w:p>
        </w:tc>
        <w:tc>
          <w:tcPr>
            <w:tcW w:w="808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54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</w:tc>
        <w:tc>
          <w:tcPr>
            <w:tcW w:w="878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РФ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</w:tc>
        <w:tc>
          <w:tcPr>
            <w:tcW w:w="1855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</w:tr>
      <w:tr w:rsidR="00B316AE" w:rsidRPr="00C549B0" w:rsidTr="00630AB7">
        <w:trPr>
          <w:trHeight w:val="930"/>
        </w:trPr>
        <w:tc>
          <w:tcPr>
            <w:tcW w:w="1648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Филатова Ольга Алексеевна</w:t>
            </w:r>
          </w:p>
        </w:tc>
        <w:tc>
          <w:tcPr>
            <w:tcW w:w="209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депутат</w:t>
            </w:r>
          </w:p>
          <w:p w:rsidR="00B316AE" w:rsidRPr="00C549B0" w:rsidRDefault="00B316AE" w:rsidP="00630AB7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Собрания депутатов Краснополянского сельсовета</w:t>
            </w:r>
          </w:p>
        </w:tc>
        <w:tc>
          <w:tcPr>
            <w:tcW w:w="141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83640-73</w:t>
            </w:r>
          </w:p>
        </w:tc>
        <w:tc>
          <w:tcPr>
            <w:tcW w:w="1613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Жилой дом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00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64,4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5000</w:t>
            </w:r>
          </w:p>
        </w:tc>
        <w:tc>
          <w:tcPr>
            <w:tcW w:w="900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РФ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РФ</w:t>
            </w:r>
          </w:p>
        </w:tc>
        <w:tc>
          <w:tcPr>
            <w:tcW w:w="1186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808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878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1855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</w:tr>
      <w:tr w:rsidR="00B316AE" w:rsidRPr="00C549B0" w:rsidTr="00630AB7">
        <w:trPr>
          <w:trHeight w:val="373"/>
        </w:trPr>
        <w:tc>
          <w:tcPr>
            <w:tcW w:w="1648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супруг</w:t>
            </w:r>
          </w:p>
        </w:tc>
        <w:tc>
          <w:tcPr>
            <w:tcW w:w="209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141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269519-47</w:t>
            </w:r>
          </w:p>
        </w:tc>
        <w:tc>
          <w:tcPr>
            <w:tcW w:w="1613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1186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Жилой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 xml:space="preserve">дом 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безвозмездное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бессрочное</w:t>
            </w:r>
          </w:p>
        </w:tc>
        <w:tc>
          <w:tcPr>
            <w:tcW w:w="808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64,4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</w:tc>
        <w:tc>
          <w:tcPr>
            <w:tcW w:w="878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РФ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</w:tc>
        <w:tc>
          <w:tcPr>
            <w:tcW w:w="1855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ВАЗ 2107</w:t>
            </w:r>
          </w:p>
        </w:tc>
      </w:tr>
      <w:tr w:rsidR="00B316AE" w:rsidRPr="00C549B0" w:rsidTr="00630AB7">
        <w:trPr>
          <w:trHeight w:val="713"/>
        </w:trPr>
        <w:tc>
          <w:tcPr>
            <w:tcW w:w="1648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Хмелевская Наталья Николаевна</w:t>
            </w:r>
          </w:p>
        </w:tc>
        <w:tc>
          <w:tcPr>
            <w:tcW w:w="209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депутат</w:t>
            </w:r>
          </w:p>
          <w:p w:rsidR="00B316AE" w:rsidRPr="00C549B0" w:rsidRDefault="00B316AE" w:rsidP="00630AB7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Собрания депутатов Краснополянского сельсовета</w:t>
            </w:r>
          </w:p>
        </w:tc>
        <w:tc>
          <w:tcPr>
            <w:tcW w:w="1410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95532-65</w:t>
            </w:r>
          </w:p>
        </w:tc>
        <w:tc>
          <w:tcPr>
            <w:tcW w:w="1613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Жилой дом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00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38,5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3177</w:t>
            </w:r>
          </w:p>
        </w:tc>
        <w:tc>
          <w:tcPr>
            <w:tcW w:w="900" w:type="dxa"/>
          </w:tcPr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РФ</w:t>
            </w: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</w:p>
          <w:p w:rsidR="00B316AE" w:rsidRPr="00C549B0" w:rsidRDefault="00B316AE" w:rsidP="00DE5DC5">
            <w:pPr>
              <w:rPr>
                <w:sz w:val="16"/>
                <w:szCs w:val="16"/>
              </w:rPr>
            </w:pPr>
            <w:r w:rsidRPr="00C549B0">
              <w:rPr>
                <w:sz w:val="16"/>
                <w:szCs w:val="16"/>
              </w:rPr>
              <w:t>РФ</w:t>
            </w:r>
          </w:p>
        </w:tc>
        <w:tc>
          <w:tcPr>
            <w:tcW w:w="1186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808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878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  <w:tc>
          <w:tcPr>
            <w:tcW w:w="1855" w:type="dxa"/>
          </w:tcPr>
          <w:p w:rsidR="00B316AE" w:rsidRPr="00C549B0" w:rsidRDefault="00B316AE">
            <w:pPr>
              <w:rPr>
                <w:sz w:val="16"/>
                <w:szCs w:val="16"/>
              </w:rPr>
            </w:pPr>
          </w:p>
        </w:tc>
      </w:tr>
    </w:tbl>
    <w:p w:rsidR="00B316AE" w:rsidRPr="00C549B0" w:rsidRDefault="00B316AE" w:rsidP="00FC2A7E">
      <w:pPr>
        <w:rPr>
          <w:sz w:val="16"/>
          <w:szCs w:val="16"/>
        </w:rPr>
      </w:pPr>
    </w:p>
    <w:p w:rsidR="00B316AE" w:rsidRPr="00C549B0" w:rsidRDefault="00B316AE" w:rsidP="00FC2A7E">
      <w:pPr>
        <w:rPr>
          <w:sz w:val="16"/>
          <w:szCs w:val="16"/>
        </w:rPr>
      </w:pPr>
    </w:p>
    <w:p w:rsidR="00B316AE" w:rsidRPr="00C549B0" w:rsidRDefault="00B316AE">
      <w:pPr>
        <w:rPr>
          <w:sz w:val="16"/>
          <w:szCs w:val="16"/>
        </w:rPr>
      </w:pPr>
    </w:p>
    <w:sectPr w:rsidR="00B316AE" w:rsidRPr="00C549B0" w:rsidSect="00FC2A7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2A7E"/>
    <w:rsid w:val="00101438"/>
    <w:rsid w:val="00103409"/>
    <w:rsid w:val="00122F79"/>
    <w:rsid w:val="00152AA9"/>
    <w:rsid w:val="001C722B"/>
    <w:rsid w:val="00220126"/>
    <w:rsid w:val="002305F5"/>
    <w:rsid w:val="0028536C"/>
    <w:rsid w:val="002857EE"/>
    <w:rsid w:val="00314417"/>
    <w:rsid w:val="003A65F4"/>
    <w:rsid w:val="003D1D21"/>
    <w:rsid w:val="004F74B6"/>
    <w:rsid w:val="005F60D7"/>
    <w:rsid w:val="00610795"/>
    <w:rsid w:val="0061679F"/>
    <w:rsid w:val="00630AB7"/>
    <w:rsid w:val="00725132"/>
    <w:rsid w:val="00786119"/>
    <w:rsid w:val="007D7248"/>
    <w:rsid w:val="008F20A5"/>
    <w:rsid w:val="009601E7"/>
    <w:rsid w:val="009F19E7"/>
    <w:rsid w:val="00A240C8"/>
    <w:rsid w:val="00B316AE"/>
    <w:rsid w:val="00B94B89"/>
    <w:rsid w:val="00BC788C"/>
    <w:rsid w:val="00C00116"/>
    <w:rsid w:val="00C141D2"/>
    <w:rsid w:val="00C549B0"/>
    <w:rsid w:val="00C57042"/>
    <w:rsid w:val="00D47C68"/>
    <w:rsid w:val="00DE5DC5"/>
    <w:rsid w:val="00E25B5F"/>
    <w:rsid w:val="00F40915"/>
    <w:rsid w:val="00F76C29"/>
    <w:rsid w:val="00F819FA"/>
    <w:rsid w:val="00FC2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A7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22F79"/>
    <w:pPr>
      <w:spacing w:before="100" w:beforeAutospacing="1" w:after="100" w:afterAutospacing="1"/>
    </w:pPr>
    <w:rPr>
      <w:rFonts w:eastAsia="Calibri"/>
    </w:rPr>
  </w:style>
  <w:style w:type="character" w:styleId="Strong">
    <w:name w:val="Strong"/>
    <w:basedOn w:val="DefaultParagraphFont"/>
    <w:uiPriority w:val="99"/>
    <w:qFormat/>
    <w:locked/>
    <w:rsid w:val="00122F7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06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126</TotalTime>
  <Pages>2</Pages>
  <Words>450</Words>
  <Characters>2566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энтер</dc:creator>
  <cp:keywords/>
  <dc:description/>
  <cp:lastModifiedBy>USER</cp:lastModifiedBy>
  <cp:revision>10</cp:revision>
  <dcterms:created xsi:type="dcterms:W3CDTF">2016-03-30T18:37:00Z</dcterms:created>
  <dcterms:modified xsi:type="dcterms:W3CDTF">2016-04-12T11:23:00Z</dcterms:modified>
</cp:coreProperties>
</file>