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81" w:rsidRDefault="00772D81" w:rsidP="00B8492F">
      <w:pPr>
        <w:pStyle w:val="Heading1"/>
        <w:spacing w:before="12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УТВЕРЖДЕНЫ</w:t>
      </w:r>
    </w:p>
    <w:p w:rsidR="00772D81" w:rsidRDefault="00772D81" w:rsidP="00B8492F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распоряжением Администрации</w:t>
      </w:r>
    </w:p>
    <w:p w:rsidR="00772D81" w:rsidRDefault="00772D81" w:rsidP="00B8492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Первоавгустовского сельсовета</w:t>
      </w:r>
    </w:p>
    <w:p w:rsidR="00772D81" w:rsidRDefault="00772D81" w:rsidP="00B849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Дмитриевского района</w:t>
      </w:r>
    </w:p>
    <w:p w:rsidR="00772D81" w:rsidRDefault="00772D81" w:rsidP="00B849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Курской области</w:t>
      </w:r>
    </w:p>
    <w:p w:rsidR="00772D81" w:rsidRDefault="00772D81" w:rsidP="00B849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от «27»  марта 2017г. №  18-р</w:t>
      </w:r>
    </w:p>
    <w:p w:rsidR="00772D81" w:rsidRDefault="00772D81" w:rsidP="00B849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и оснащенность </w:t>
      </w:r>
    </w:p>
    <w:p w:rsidR="00772D81" w:rsidRDefault="00772D81" w:rsidP="00B8492F">
      <w:pPr>
        <w:jc w:val="center"/>
        <w:rPr>
          <w:sz w:val="28"/>
          <w:szCs w:val="28"/>
        </w:rPr>
      </w:pPr>
      <w:r>
        <w:rPr>
          <w:sz w:val="28"/>
          <w:szCs w:val="28"/>
        </w:rPr>
        <w:t>Маневренной оперативной группы Администрации Первоавгустовского сельсовета Дмитриевского района Курской области</w:t>
      </w:r>
    </w:p>
    <w:p w:rsidR="00772D81" w:rsidRDefault="00772D81" w:rsidP="00B8492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7"/>
        <w:gridCol w:w="1831"/>
        <w:gridCol w:w="3260"/>
        <w:gridCol w:w="1966"/>
        <w:gridCol w:w="4314"/>
        <w:gridCol w:w="1843"/>
        <w:gridCol w:w="2062"/>
      </w:tblGrid>
      <w:tr w:rsidR="00772D81" w:rsidTr="00B8492F">
        <w:tc>
          <w:tcPr>
            <w:tcW w:w="617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831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3260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 xml:space="preserve">Должность, </w:t>
            </w:r>
          </w:p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1966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Вид транспортного средства (марка, гос.номер)</w:t>
            </w:r>
          </w:p>
        </w:tc>
        <w:tc>
          <w:tcPr>
            <w:tcW w:w="4314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Оснащение</w:t>
            </w:r>
          </w:p>
        </w:tc>
        <w:tc>
          <w:tcPr>
            <w:tcW w:w="1843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 xml:space="preserve">Виды связи </w:t>
            </w:r>
          </w:p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(сотовая, спутниковая и т.д.)</w:t>
            </w:r>
          </w:p>
        </w:tc>
        <w:tc>
          <w:tcPr>
            <w:tcW w:w="2062" w:type="dxa"/>
          </w:tcPr>
          <w:p w:rsidR="00772D81" w:rsidRDefault="00772D81" w:rsidP="000E6DBD">
            <w:pPr>
              <w:jc w:val="center"/>
            </w:pPr>
            <w:r>
              <w:rPr>
                <w:sz w:val="28"/>
                <w:szCs w:val="28"/>
              </w:rPr>
              <w:t>Время реагирования на команду «Сбор группы»   в раб./нераб.</w:t>
            </w:r>
          </w:p>
        </w:tc>
      </w:tr>
      <w:tr w:rsidR="00772D81" w:rsidTr="00B8492F">
        <w:tc>
          <w:tcPr>
            <w:tcW w:w="617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31" w:type="dxa"/>
          </w:tcPr>
          <w:p w:rsidR="00772D81" w:rsidRDefault="00772D81">
            <w:pPr>
              <w:jc w:val="both"/>
            </w:pPr>
            <w:r>
              <w:rPr>
                <w:sz w:val="28"/>
                <w:szCs w:val="28"/>
              </w:rPr>
              <w:t>Сафонов Владимир Михайлович</w:t>
            </w:r>
          </w:p>
        </w:tc>
        <w:tc>
          <w:tcPr>
            <w:tcW w:w="3260" w:type="dxa"/>
          </w:tcPr>
          <w:p w:rsidR="00772D81" w:rsidRDefault="00772D81">
            <w:pPr>
              <w:jc w:val="both"/>
            </w:pPr>
            <w:r>
              <w:rPr>
                <w:sz w:val="28"/>
                <w:szCs w:val="28"/>
              </w:rPr>
              <w:t xml:space="preserve"> Главы Администрации Первоавгустовского сельсовета Дмитриевского района Курской области 9-93-67 (сот.8-920-266-10-62)</w:t>
            </w:r>
          </w:p>
          <w:p w:rsidR="00772D81" w:rsidRDefault="00772D81" w:rsidP="000E6DBD">
            <w:pPr>
              <w:jc w:val="center"/>
            </w:pPr>
            <w:r>
              <w:rPr>
                <w:sz w:val="28"/>
                <w:szCs w:val="28"/>
              </w:rPr>
              <w:t>(старший маневренной группы Администрации Первоавгустовского сельсовета Дмитриевского района)</w:t>
            </w:r>
          </w:p>
        </w:tc>
        <w:tc>
          <w:tcPr>
            <w:tcW w:w="1966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 xml:space="preserve">ГАЗ 3102 </w:t>
            </w:r>
          </w:p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Гос. номер                 К 728КУ46</w:t>
            </w:r>
          </w:p>
        </w:tc>
        <w:tc>
          <w:tcPr>
            <w:tcW w:w="4314" w:type="dxa"/>
          </w:tcPr>
          <w:p w:rsidR="00772D81" w:rsidRDefault="00772D81">
            <w:pPr>
              <w:ind w:right="-108"/>
            </w:pPr>
            <w:r>
              <w:rPr>
                <w:sz w:val="28"/>
                <w:szCs w:val="28"/>
              </w:rPr>
              <w:t>1. Радиостанция переносная 3 шт.;</w:t>
            </w:r>
          </w:p>
          <w:p w:rsidR="00772D81" w:rsidRDefault="00772D81">
            <w:r>
              <w:rPr>
                <w:sz w:val="28"/>
                <w:szCs w:val="28"/>
              </w:rPr>
              <w:t>2. Сотовый телефон 1 шт.;</w:t>
            </w:r>
          </w:p>
          <w:p w:rsidR="00772D81" w:rsidRDefault="00772D81">
            <w:r>
              <w:rPr>
                <w:sz w:val="28"/>
                <w:szCs w:val="28"/>
              </w:rPr>
              <w:t xml:space="preserve">3. Марлевые повязки 3 шт.; </w:t>
            </w:r>
          </w:p>
          <w:p w:rsidR="00772D81" w:rsidRDefault="00772D81">
            <w:r>
              <w:rPr>
                <w:sz w:val="28"/>
                <w:szCs w:val="28"/>
              </w:rPr>
              <w:t>4. Бензопила– 1 шт.;</w:t>
            </w:r>
          </w:p>
          <w:p w:rsidR="00772D81" w:rsidRDefault="00772D81">
            <w:r>
              <w:rPr>
                <w:sz w:val="28"/>
                <w:szCs w:val="28"/>
              </w:rPr>
              <w:t xml:space="preserve">5. Аптечка – 1 шт.; </w:t>
            </w:r>
          </w:p>
          <w:p w:rsidR="00772D81" w:rsidRDefault="00772D81">
            <w:r>
              <w:rPr>
                <w:sz w:val="28"/>
                <w:szCs w:val="28"/>
              </w:rPr>
              <w:t xml:space="preserve">6. Питьевая вода </w:t>
            </w:r>
            <w:smartTag w:uri="urn:schemas-microsoft-com:office:smarttags" w:element="metricconverter">
              <w:smartTagPr>
                <w:attr w:name="ProductID" w:val="5 л"/>
              </w:smartTagPr>
              <w:r>
                <w:rPr>
                  <w:sz w:val="28"/>
                  <w:szCs w:val="28"/>
                </w:rPr>
                <w:t>5 л</w:t>
              </w:r>
            </w:smartTag>
            <w:r>
              <w:rPr>
                <w:sz w:val="28"/>
                <w:szCs w:val="28"/>
              </w:rPr>
              <w:t>.;</w:t>
            </w:r>
          </w:p>
          <w:p w:rsidR="00772D81" w:rsidRDefault="00772D81">
            <w:r>
              <w:rPr>
                <w:sz w:val="28"/>
                <w:szCs w:val="28"/>
              </w:rPr>
              <w:t>7. Сапоги резиновые 3 пары;</w:t>
            </w:r>
          </w:p>
          <w:p w:rsidR="00772D81" w:rsidRDefault="00772D81">
            <w:r>
              <w:rPr>
                <w:sz w:val="28"/>
                <w:szCs w:val="28"/>
              </w:rPr>
              <w:t>8. Комплект летн. одежды 3 шт.;</w:t>
            </w:r>
          </w:p>
          <w:p w:rsidR="00772D81" w:rsidRDefault="00772D81" w:rsidP="00FB0481">
            <w:r>
              <w:rPr>
                <w:sz w:val="28"/>
                <w:szCs w:val="28"/>
              </w:rPr>
              <w:t>9. Фонарь 3 шт.;</w:t>
            </w:r>
          </w:p>
        </w:tc>
        <w:tc>
          <w:tcPr>
            <w:tcW w:w="1843" w:type="dxa"/>
          </w:tcPr>
          <w:p w:rsidR="00772D81" w:rsidRDefault="00772D81">
            <w:pPr>
              <w:jc w:val="both"/>
            </w:pPr>
            <w:r>
              <w:rPr>
                <w:sz w:val="28"/>
                <w:szCs w:val="28"/>
              </w:rPr>
              <w:t xml:space="preserve"> сотовая, громкогово-рящее устройство</w:t>
            </w:r>
          </w:p>
        </w:tc>
        <w:tc>
          <w:tcPr>
            <w:tcW w:w="2062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10 мин./</w:t>
            </w:r>
          </w:p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772D81" w:rsidTr="00B8492F">
        <w:tc>
          <w:tcPr>
            <w:tcW w:w="617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31" w:type="dxa"/>
          </w:tcPr>
          <w:p w:rsidR="00772D81" w:rsidRPr="000E6DBD" w:rsidRDefault="00772D81">
            <w:pPr>
              <w:jc w:val="both"/>
            </w:pPr>
            <w:r>
              <w:rPr>
                <w:sz w:val="28"/>
                <w:szCs w:val="28"/>
              </w:rPr>
              <w:t>Котова Любовь Владимировна</w:t>
            </w:r>
          </w:p>
          <w:p w:rsidR="00772D81" w:rsidRDefault="00772D81" w:rsidP="000E6DBD">
            <w:pPr>
              <w:jc w:val="both"/>
            </w:pPr>
          </w:p>
        </w:tc>
        <w:tc>
          <w:tcPr>
            <w:tcW w:w="3260" w:type="dxa"/>
          </w:tcPr>
          <w:p w:rsidR="00772D81" w:rsidRDefault="00772D81">
            <w:r>
              <w:rPr>
                <w:sz w:val="28"/>
                <w:szCs w:val="28"/>
              </w:rPr>
              <w:t>И.о. заместителя главы Администрации Первоавгустовского сельсовета Дмитриевского района</w:t>
            </w:r>
            <w:r>
              <w:rPr>
                <w:sz w:val="26"/>
              </w:rPr>
              <w:t xml:space="preserve"> </w:t>
            </w:r>
            <w:r>
              <w:rPr>
                <w:sz w:val="28"/>
                <w:szCs w:val="28"/>
              </w:rPr>
              <w:t>9-93-36</w:t>
            </w:r>
          </w:p>
          <w:p w:rsidR="00772D81" w:rsidRDefault="00772D81" w:rsidP="00EF4702">
            <w:r>
              <w:rPr>
                <w:sz w:val="28"/>
                <w:szCs w:val="28"/>
              </w:rPr>
              <w:t>(сот.8-920-700-97-29)</w:t>
            </w:r>
          </w:p>
          <w:p w:rsidR="00772D81" w:rsidRDefault="00772D81" w:rsidP="00EF4702">
            <w:pPr>
              <w:rPr>
                <w:color w:val="FF0000"/>
              </w:rPr>
            </w:pPr>
            <w:r>
              <w:rPr>
                <w:sz w:val="28"/>
                <w:szCs w:val="28"/>
              </w:rPr>
              <w:t>(помощник старшего маневренной оперативной группы Администрации Первоавгустовского сельсовета Дмитриевского района)</w:t>
            </w:r>
          </w:p>
        </w:tc>
        <w:tc>
          <w:tcPr>
            <w:tcW w:w="1966" w:type="dxa"/>
          </w:tcPr>
          <w:p w:rsidR="00772D81" w:rsidRDefault="00772D81">
            <w:pPr>
              <w:jc w:val="center"/>
            </w:pPr>
          </w:p>
        </w:tc>
        <w:tc>
          <w:tcPr>
            <w:tcW w:w="4314" w:type="dxa"/>
          </w:tcPr>
          <w:p w:rsidR="00772D81" w:rsidRDefault="00772D81">
            <w:pPr>
              <w:jc w:val="both"/>
            </w:pPr>
          </w:p>
        </w:tc>
        <w:tc>
          <w:tcPr>
            <w:tcW w:w="1843" w:type="dxa"/>
          </w:tcPr>
          <w:p w:rsidR="00772D81" w:rsidRDefault="00772D81">
            <w:pPr>
              <w:jc w:val="both"/>
            </w:pPr>
          </w:p>
        </w:tc>
        <w:tc>
          <w:tcPr>
            <w:tcW w:w="2062" w:type="dxa"/>
          </w:tcPr>
          <w:p w:rsidR="00772D81" w:rsidRDefault="00772D81">
            <w:pPr>
              <w:jc w:val="both"/>
            </w:pPr>
          </w:p>
        </w:tc>
      </w:tr>
      <w:tr w:rsidR="00772D81" w:rsidTr="00B8492F">
        <w:tc>
          <w:tcPr>
            <w:tcW w:w="617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831" w:type="dxa"/>
          </w:tcPr>
          <w:p w:rsidR="00772D81" w:rsidRDefault="00772D81">
            <w:pPr>
              <w:jc w:val="both"/>
            </w:pPr>
            <w:r>
              <w:rPr>
                <w:sz w:val="28"/>
                <w:szCs w:val="28"/>
              </w:rPr>
              <w:t>Сафошин Вячеслав Васильевич</w:t>
            </w:r>
          </w:p>
        </w:tc>
        <w:tc>
          <w:tcPr>
            <w:tcW w:w="3260" w:type="dxa"/>
          </w:tcPr>
          <w:p w:rsidR="00772D81" w:rsidRDefault="00772D81">
            <w:pPr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Старший инженер отдела по Дмитриевскому лесничеству (Клинковское лесничество)              (сот. 8-920-703-30-97</w:t>
            </w:r>
          </w:p>
        </w:tc>
        <w:tc>
          <w:tcPr>
            <w:tcW w:w="1966" w:type="dxa"/>
          </w:tcPr>
          <w:p w:rsidR="00772D81" w:rsidRDefault="00772D81">
            <w:pPr>
              <w:jc w:val="center"/>
            </w:pPr>
          </w:p>
        </w:tc>
        <w:tc>
          <w:tcPr>
            <w:tcW w:w="4314" w:type="dxa"/>
          </w:tcPr>
          <w:p w:rsidR="00772D81" w:rsidRDefault="00772D81">
            <w:pPr>
              <w:jc w:val="both"/>
            </w:pPr>
          </w:p>
        </w:tc>
        <w:tc>
          <w:tcPr>
            <w:tcW w:w="1843" w:type="dxa"/>
          </w:tcPr>
          <w:p w:rsidR="00772D81" w:rsidRDefault="00772D81">
            <w:pPr>
              <w:jc w:val="both"/>
            </w:pPr>
          </w:p>
        </w:tc>
        <w:tc>
          <w:tcPr>
            <w:tcW w:w="2062" w:type="dxa"/>
          </w:tcPr>
          <w:p w:rsidR="00772D81" w:rsidRDefault="00772D81">
            <w:pPr>
              <w:jc w:val="both"/>
            </w:pPr>
          </w:p>
        </w:tc>
      </w:tr>
      <w:tr w:rsidR="00772D81" w:rsidTr="00B8492F">
        <w:tc>
          <w:tcPr>
            <w:tcW w:w="617" w:type="dxa"/>
          </w:tcPr>
          <w:p w:rsidR="00772D81" w:rsidRDefault="00772D81">
            <w:pPr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831" w:type="dxa"/>
          </w:tcPr>
          <w:p w:rsidR="00772D81" w:rsidRDefault="00772D81">
            <w:pPr>
              <w:jc w:val="both"/>
            </w:pPr>
            <w:r>
              <w:rPr>
                <w:sz w:val="28"/>
                <w:szCs w:val="28"/>
              </w:rPr>
              <w:t>Тимошин Александр Михайлович</w:t>
            </w:r>
          </w:p>
        </w:tc>
        <w:tc>
          <w:tcPr>
            <w:tcW w:w="3260" w:type="dxa"/>
          </w:tcPr>
          <w:p w:rsidR="00772D81" w:rsidRDefault="00772D81">
            <w:r>
              <w:rPr>
                <w:color w:val="000000"/>
                <w:spacing w:val="1"/>
                <w:sz w:val="28"/>
                <w:szCs w:val="28"/>
              </w:rPr>
              <w:t>Рабочий по обслуживанию здания МКУК «Первоавгустовский ЦСДК»</w:t>
            </w:r>
            <w:r>
              <w:rPr>
                <w:sz w:val="28"/>
                <w:szCs w:val="28"/>
              </w:rPr>
              <w:t xml:space="preserve">                     (сот.8-920-715-96-18)</w:t>
            </w:r>
          </w:p>
        </w:tc>
        <w:tc>
          <w:tcPr>
            <w:tcW w:w="1966" w:type="dxa"/>
          </w:tcPr>
          <w:p w:rsidR="00772D81" w:rsidRDefault="00772D81">
            <w:pPr>
              <w:jc w:val="center"/>
            </w:pPr>
          </w:p>
        </w:tc>
        <w:tc>
          <w:tcPr>
            <w:tcW w:w="4314" w:type="dxa"/>
          </w:tcPr>
          <w:p w:rsidR="00772D81" w:rsidRDefault="00772D81">
            <w:pPr>
              <w:jc w:val="both"/>
            </w:pPr>
          </w:p>
        </w:tc>
        <w:tc>
          <w:tcPr>
            <w:tcW w:w="1843" w:type="dxa"/>
          </w:tcPr>
          <w:p w:rsidR="00772D81" w:rsidRDefault="00772D81">
            <w:pPr>
              <w:jc w:val="both"/>
            </w:pPr>
          </w:p>
        </w:tc>
        <w:tc>
          <w:tcPr>
            <w:tcW w:w="2062" w:type="dxa"/>
          </w:tcPr>
          <w:p w:rsidR="00772D81" w:rsidRDefault="00772D81">
            <w:pPr>
              <w:jc w:val="both"/>
            </w:pPr>
          </w:p>
        </w:tc>
      </w:tr>
    </w:tbl>
    <w:p w:rsidR="00772D81" w:rsidRDefault="00772D81" w:rsidP="00B8492F">
      <w:pPr>
        <w:rPr>
          <w:sz w:val="28"/>
          <w:szCs w:val="28"/>
        </w:rPr>
        <w:sectPr w:rsidR="00772D81" w:rsidSect="00D24FC9">
          <w:pgSz w:w="16838" w:h="11906" w:orient="landscape"/>
          <w:pgMar w:top="1559" w:right="567" w:bottom="567" w:left="567" w:header="720" w:footer="720" w:gutter="0"/>
          <w:cols w:space="720"/>
        </w:sectPr>
      </w:pPr>
    </w:p>
    <w:p w:rsidR="00772D81" w:rsidRDefault="00772D81"/>
    <w:sectPr w:rsidR="00772D81" w:rsidSect="00B8492F">
      <w:pgSz w:w="16838" w:h="11906" w:orient="landscape"/>
      <w:pgMar w:top="155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92F"/>
    <w:rsid w:val="00065876"/>
    <w:rsid w:val="000E6DBD"/>
    <w:rsid w:val="001651C5"/>
    <w:rsid w:val="001A32D1"/>
    <w:rsid w:val="00372D3D"/>
    <w:rsid w:val="00445243"/>
    <w:rsid w:val="0060083A"/>
    <w:rsid w:val="00772D81"/>
    <w:rsid w:val="00802F76"/>
    <w:rsid w:val="009418BB"/>
    <w:rsid w:val="009826FC"/>
    <w:rsid w:val="00B10C4A"/>
    <w:rsid w:val="00B8492F"/>
    <w:rsid w:val="00CC79B4"/>
    <w:rsid w:val="00D002A8"/>
    <w:rsid w:val="00D24FC9"/>
    <w:rsid w:val="00D66AC1"/>
    <w:rsid w:val="00EF4702"/>
    <w:rsid w:val="00FB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2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92F"/>
    <w:pPr>
      <w:keepNext/>
      <w:jc w:val="center"/>
      <w:outlineLvl w:val="0"/>
    </w:pPr>
    <w:rPr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492F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0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3</Pages>
  <Words>370</Words>
  <Characters>2109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Бушин</dc:creator>
  <cp:keywords/>
  <dc:description/>
  <cp:lastModifiedBy>Фит</cp:lastModifiedBy>
  <cp:revision>8</cp:revision>
  <cp:lastPrinted>2017-03-21T07:00:00Z</cp:lastPrinted>
  <dcterms:created xsi:type="dcterms:W3CDTF">2017-03-20T12:17:00Z</dcterms:created>
  <dcterms:modified xsi:type="dcterms:W3CDTF">2017-03-31T08:36:00Z</dcterms:modified>
</cp:coreProperties>
</file>