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2D1" w:rsidRPr="00F30BBC" w:rsidRDefault="003342D1" w:rsidP="007E3DE3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F30BBC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3342D1" w:rsidRPr="00F30BBC" w:rsidRDefault="003342D1" w:rsidP="007E3DE3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F30BBC">
        <w:rPr>
          <w:rFonts w:ascii="Times New Roman" w:hAnsi="Times New Roman"/>
          <w:b/>
          <w:sz w:val="28"/>
          <w:szCs w:val="28"/>
        </w:rPr>
        <w:t>АДМИНИСТРАЦИЯ ПЕРВОАВГУСТОВСКОГОСЕЛЬСОВЕТА</w:t>
      </w:r>
      <w:r w:rsidRPr="00F30BBC">
        <w:rPr>
          <w:rFonts w:ascii="Times New Roman" w:hAnsi="Times New Roman"/>
          <w:b/>
          <w:sz w:val="28"/>
          <w:szCs w:val="28"/>
        </w:rPr>
        <w:br/>
        <w:t>ДМИТРИЕВСКОГО РАЙОНА КУРСКОЙ ОБЛАСТИ</w:t>
      </w:r>
    </w:p>
    <w:p w:rsidR="003342D1" w:rsidRPr="00F30BBC" w:rsidRDefault="003342D1" w:rsidP="007E3DE3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342D1" w:rsidRPr="00F30BBC" w:rsidRDefault="003342D1" w:rsidP="007E3DE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0BBC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3342D1" w:rsidRDefault="003342D1" w:rsidP="007E3DE3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342D1" w:rsidRPr="00F30BBC" w:rsidRDefault="003342D1" w:rsidP="00F30BBC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 06 июля 2018</w:t>
      </w:r>
      <w:r w:rsidRPr="00F30BBC">
        <w:rPr>
          <w:rFonts w:ascii="Times New Roman" w:hAnsi="Times New Roman"/>
          <w:b/>
          <w:sz w:val="28"/>
          <w:szCs w:val="28"/>
          <w:lang w:eastAsia="ru-RU"/>
        </w:rPr>
        <w:t xml:space="preserve"> года  п.Первоавгустовский   </w:t>
      </w:r>
      <w:r>
        <w:rPr>
          <w:rFonts w:ascii="Times New Roman" w:hAnsi="Times New Roman"/>
          <w:b/>
          <w:sz w:val="28"/>
          <w:szCs w:val="28"/>
          <w:lang w:eastAsia="ru-RU"/>
        </w:rPr>
        <w:t>№ 69</w:t>
      </w:r>
    </w:p>
    <w:p w:rsidR="003342D1" w:rsidRPr="00F30BBC" w:rsidRDefault="003342D1" w:rsidP="007E3DE3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342D1" w:rsidRPr="00F30BBC" w:rsidRDefault="003342D1" w:rsidP="00F30B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0BBC">
        <w:rPr>
          <w:rFonts w:ascii="Times New Roman" w:hAnsi="Times New Roman"/>
          <w:b/>
          <w:sz w:val="28"/>
          <w:szCs w:val="28"/>
          <w:lang w:eastAsia="ru-RU"/>
        </w:rPr>
        <w:t>Об утверждении плана закупок товаров,  работ, услуг для обеспечения</w:t>
      </w:r>
    </w:p>
    <w:p w:rsidR="003342D1" w:rsidRPr="00F30BBC" w:rsidRDefault="003342D1" w:rsidP="00F30B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0BBC">
        <w:rPr>
          <w:rFonts w:ascii="Times New Roman" w:hAnsi="Times New Roman"/>
          <w:b/>
          <w:sz w:val="28"/>
          <w:szCs w:val="28"/>
          <w:lang w:eastAsia="ru-RU"/>
        </w:rPr>
        <w:t>нужд муниципального образования «Первоавгустовский сельсовет»</w:t>
      </w:r>
    </w:p>
    <w:p w:rsidR="003342D1" w:rsidRPr="00F30BBC" w:rsidRDefault="003342D1" w:rsidP="00F30B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0BBC">
        <w:rPr>
          <w:rFonts w:ascii="Times New Roman" w:hAnsi="Times New Roman"/>
          <w:b/>
          <w:sz w:val="28"/>
          <w:szCs w:val="28"/>
          <w:lang w:eastAsia="ru-RU"/>
        </w:rPr>
        <w:t>Дмитриевског</w:t>
      </w:r>
      <w:r>
        <w:rPr>
          <w:rFonts w:ascii="Times New Roman" w:hAnsi="Times New Roman"/>
          <w:b/>
          <w:sz w:val="28"/>
          <w:szCs w:val="28"/>
          <w:lang w:eastAsia="ru-RU"/>
        </w:rPr>
        <w:t>о района Курской области на 2018</w:t>
      </w:r>
      <w:r w:rsidRPr="00F30BBC">
        <w:rPr>
          <w:rFonts w:ascii="Times New Roman" w:hAnsi="Times New Roman"/>
          <w:b/>
          <w:sz w:val="28"/>
          <w:szCs w:val="28"/>
          <w:lang w:eastAsia="ru-RU"/>
        </w:rPr>
        <w:t xml:space="preserve"> год и </w:t>
      </w:r>
    </w:p>
    <w:p w:rsidR="003342D1" w:rsidRPr="00F30BBC" w:rsidRDefault="003342D1" w:rsidP="00F30B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0BBC">
        <w:rPr>
          <w:rFonts w:ascii="Times New Roman" w:hAnsi="Times New Roman"/>
          <w:b/>
          <w:sz w:val="28"/>
          <w:szCs w:val="28"/>
          <w:lang w:eastAsia="ru-RU"/>
        </w:rPr>
        <w:t xml:space="preserve">плановый период </w:t>
      </w:r>
      <w:r>
        <w:rPr>
          <w:rFonts w:ascii="Times New Roman" w:hAnsi="Times New Roman"/>
          <w:b/>
          <w:sz w:val="28"/>
          <w:szCs w:val="28"/>
          <w:lang w:eastAsia="ru-RU"/>
        </w:rPr>
        <w:t>2019 и 2020</w:t>
      </w:r>
      <w:r w:rsidRPr="00F30BBC">
        <w:rPr>
          <w:rFonts w:ascii="Times New Roman" w:hAnsi="Times New Roman"/>
          <w:b/>
          <w:sz w:val="28"/>
          <w:szCs w:val="28"/>
          <w:lang w:eastAsia="ru-RU"/>
        </w:rPr>
        <w:t xml:space="preserve"> годов</w:t>
      </w:r>
    </w:p>
    <w:p w:rsidR="003342D1" w:rsidRPr="00585818" w:rsidRDefault="003342D1" w:rsidP="00585818">
      <w:pPr>
        <w:spacing w:after="0" w:line="312" w:lineRule="auto"/>
        <w:ind w:firstLine="284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342D1" w:rsidRPr="007E3DE3" w:rsidRDefault="003342D1" w:rsidP="007E3DE3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Pr="007E3DE3">
        <w:rPr>
          <w:rFonts w:ascii="Times New Roman" w:hAnsi="Times New Roman"/>
          <w:sz w:val="28"/>
          <w:szCs w:val="28"/>
          <w:lang w:eastAsia="ru-RU"/>
        </w:rPr>
        <w:t>Федеральным законом от 05.04.2013 г. N 44-ФЗ "О контрактной системе в сфере закупок товаров, работ, услуг для обеспечения государ</w:t>
      </w:r>
      <w:r>
        <w:rPr>
          <w:rFonts w:ascii="Times New Roman" w:hAnsi="Times New Roman"/>
          <w:sz w:val="28"/>
          <w:szCs w:val="28"/>
          <w:lang w:eastAsia="ru-RU"/>
        </w:rPr>
        <w:t xml:space="preserve">ственных и муниципальных нужд", </w:t>
      </w:r>
      <w:r w:rsidRPr="007E3DE3">
        <w:rPr>
          <w:rFonts w:ascii="Times New Roman" w:hAnsi="Times New Roman"/>
          <w:sz w:val="28"/>
          <w:szCs w:val="28"/>
          <w:lang w:eastAsia="ru-RU"/>
        </w:rPr>
        <w:t>руководствуясь  Уставом муниципа</w:t>
      </w:r>
      <w:r>
        <w:rPr>
          <w:rFonts w:ascii="Times New Roman" w:hAnsi="Times New Roman"/>
          <w:sz w:val="28"/>
          <w:szCs w:val="28"/>
          <w:lang w:eastAsia="ru-RU"/>
        </w:rPr>
        <w:t>льного образования «Первоавгустовский сельсовет» Дмитриевского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района Курской обл</w:t>
      </w:r>
      <w:r>
        <w:rPr>
          <w:rFonts w:ascii="Times New Roman" w:hAnsi="Times New Roman"/>
          <w:sz w:val="28"/>
          <w:szCs w:val="28"/>
          <w:lang w:eastAsia="ru-RU"/>
        </w:rPr>
        <w:t>асти Администрация Первоавгустовского сельсовета Дмитриевского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Курской области </w:t>
      </w:r>
      <w:r w:rsidRPr="007E3DE3">
        <w:rPr>
          <w:rFonts w:ascii="Times New Roman" w:hAnsi="Times New Roman"/>
          <w:bCs/>
          <w:sz w:val="28"/>
          <w:szCs w:val="28"/>
        </w:rPr>
        <w:t>ПОСТАНОВЛЯЕТ:</w:t>
      </w:r>
    </w:p>
    <w:p w:rsidR="003342D1" w:rsidRPr="000F7F96" w:rsidRDefault="003342D1" w:rsidP="0058581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F7F96">
        <w:rPr>
          <w:rFonts w:ascii="Times New Roman" w:hAnsi="Times New Roman"/>
          <w:sz w:val="28"/>
          <w:szCs w:val="28"/>
          <w:lang w:eastAsia="ru-RU"/>
        </w:rPr>
        <w:t> </w:t>
      </w:r>
    </w:p>
    <w:p w:rsidR="003342D1" w:rsidRPr="007E3DE3" w:rsidRDefault="003342D1" w:rsidP="004D7E88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1.Утвердить план закупок товаров, работ, услуг для нужд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Первоавгустовский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сельсовет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Дмитриевского района Курской области на 2018 год и на плановый период 2019 и 2020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годов.</w:t>
      </w:r>
    </w:p>
    <w:p w:rsidR="003342D1" w:rsidRPr="007E3DE3" w:rsidRDefault="003342D1" w:rsidP="004D7E88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2. Разместить план закупок на поставку товаров, работ, услуг в единой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системе.</w:t>
      </w:r>
    </w:p>
    <w:p w:rsidR="003342D1" w:rsidRPr="007E3DE3" w:rsidRDefault="003342D1" w:rsidP="004D7E88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7E3DE3">
        <w:rPr>
          <w:rFonts w:ascii="Times New Roman" w:hAnsi="Times New Roman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3342D1" w:rsidRDefault="003342D1" w:rsidP="004D7E88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42D1" w:rsidRDefault="003342D1" w:rsidP="00EF54E7">
      <w:pPr>
        <w:spacing w:after="0" w:line="312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42D1" w:rsidRDefault="003342D1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Первоавгустовского сельсовета</w:t>
      </w:r>
    </w:p>
    <w:p w:rsidR="003342D1" w:rsidRDefault="003342D1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Дмитриевского района                                                   В.М. Сафонов</w:t>
      </w:r>
    </w:p>
    <w:p w:rsidR="003342D1" w:rsidRDefault="003342D1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42D1" w:rsidRDefault="003342D1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42D1" w:rsidRDefault="003342D1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42D1" w:rsidRDefault="003342D1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42D1" w:rsidRDefault="003342D1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42D1" w:rsidRPr="000F7F96" w:rsidRDefault="003342D1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42D1" w:rsidRPr="0013506D" w:rsidRDefault="003342D1" w:rsidP="0013506D">
      <w:pPr>
        <w:spacing w:after="0" w:line="312" w:lineRule="auto"/>
        <w:ind w:firstLine="547"/>
        <w:jc w:val="both"/>
        <w:rPr>
          <w:rFonts w:ascii="Times New Roman" w:hAnsi="Times New Roman"/>
          <w:sz w:val="24"/>
          <w:szCs w:val="24"/>
        </w:rPr>
      </w:pPr>
      <w:r w:rsidRPr="00585818">
        <w:rPr>
          <w:rFonts w:ascii="Verdana" w:hAnsi="Verdana"/>
          <w:sz w:val="21"/>
          <w:szCs w:val="21"/>
          <w:lang w:eastAsia="ru-RU"/>
        </w:rPr>
        <w:t> </w:t>
      </w:r>
      <w:r>
        <w:rPr>
          <w:rFonts w:ascii="Times New Roman" w:hAnsi="Times New Roman"/>
          <w:sz w:val="24"/>
          <w:szCs w:val="24"/>
        </w:rPr>
        <w:t xml:space="preserve"> </w:t>
      </w:r>
    </w:p>
    <w:sectPr w:rsidR="003342D1" w:rsidRPr="0013506D" w:rsidSect="001D67A5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5818"/>
    <w:rsid w:val="00066392"/>
    <w:rsid w:val="000F7F96"/>
    <w:rsid w:val="001154E9"/>
    <w:rsid w:val="0013506D"/>
    <w:rsid w:val="00157FA4"/>
    <w:rsid w:val="00196693"/>
    <w:rsid w:val="001B2326"/>
    <w:rsid w:val="001C629D"/>
    <w:rsid w:val="001D67A5"/>
    <w:rsid w:val="001E6BDB"/>
    <w:rsid w:val="00225AE5"/>
    <w:rsid w:val="002738CA"/>
    <w:rsid w:val="002A1E59"/>
    <w:rsid w:val="002D7E88"/>
    <w:rsid w:val="003049FF"/>
    <w:rsid w:val="003342D1"/>
    <w:rsid w:val="003436BD"/>
    <w:rsid w:val="00346378"/>
    <w:rsid w:val="00366459"/>
    <w:rsid w:val="003A40FD"/>
    <w:rsid w:val="003A7BD6"/>
    <w:rsid w:val="004D7E88"/>
    <w:rsid w:val="005038FD"/>
    <w:rsid w:val="00556306"/>
    <w:rsid w:val="00585818"/>
    <w:rsid w:val="00604557"/>
    <w:rsid w:val="00605FC7"/>
    <w:rsid w:val="00622DED"/>
    <w:rsid w:val="006C63BC"/>
    <w:rsid w:val="0070677A"/>
    <w:rsid w:val="007E3DE3"/>
    <w:rsid w:val="008139C3"/>
    <w:rsid w:val="00815207"/>
    <w:rsid w:val="00881766"/>
    <w:rsid w:val="00895E49"/>
    <w:rsid w:val="008D25AE"/>
    <w:rsid w:val="008D30E9"/>
    <w:rsid w:val="008E7762"/>
    <w:rsid w:val="00931920"/>
    <w:rsid w:val="00934C62"/>
    <w:rsid w:val="0094456F"/>
    <w:rsid w:val="00984F1A"/>
    <w:rsid w:val="009957A3"/>
    <w:rsid w:val="009A7ABB"/>
    <w:rsid w:val="009B59ED"/>
    <w:rsid w:val="00A817F2"/>
    <w:rsid w:val="00A97C06"/>
    <w:rsid w:val="00AD7F6D"/>
    <w:rsid w:val="00AF4E72"/>
    <w:rsid w:val="00B07B83"/>
    <w:rsid w:val="00B66551"/>
    <w:rsid w:val="00B673BB"/>
    <w:rsid w:val="00B70CBA"/>
    <w:rsid w:val="00C14172"/>
    <w:rsid w:val="00C168F4"/>
    <w:rsid w:val="00C25A58"/>
    <w:rsid w:val="00C55D73"/>
    <w:rsid w:val="00CF7A8E"/>
    <w:rsid w:val="00DB3976"/>
    <w:rsid w:val="00DB5402"/>
    <w:rsid w:val="00DE4AE4"/>
    <w:rsid w:val="00E218C2"/>
    <w:rsid w:val="00E50622"/>
    <w:rsid w:val="00EF54E7"/>
    <w:rsid w:val="00F30BBC"/>
    <w:rsid w:val="00F60C70"/>
    <w:rsid w:val="00F90B68"/>
    <w:rsid w:val="00FB422E"/>
    <w:rsid w:val="00FC21BF"/>
    <w:rsid w:val="00FE0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4E9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8581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8581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0F7F96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0F7F96"/>
    <w:rPr>
      <w:rFonts w:ascii="Times New Roman" w:hAnsi="Times New Roman" w:cs="Times New Roman"/>
      <w:sz w:val="24"/>
      <w:szCs w:val="24"/>
      <w:lang w:val="ru-RU"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0F7F96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F7F96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customStyle="1" w:styleId="ConsPlusNormal">
    <w:name w:val="ConsPlusNormal"/>
    <w:uiPriority w:val="99"/>
    <w:rsid w:val="00622D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uiPriority w:val="99"/>
    <w:qFormat/>
    <w:rsid w:val="007E3DE3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48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1</Pages>
  <Words>193</Words>
  <Characters>1102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Kardashov</dc:creator>
  <cp:keywords/>
  <dc:description/>
  <cp:lastModifiedBy>Фит</cp:lastModifiedBy>
  <cp:revision>14</cp:revision>
  <cp:lastPrinted>2018-07-19T06:02:00Z</cp:lastPrinted>
  <dcterms:created xsi:type="dcterms:W3CDTF">2016-12-23T09:51:00Z</dcterms:created>
  <dcterms:modified xsi:type="dcterms:W3CDTF">2018-07-19T06:02:00Z</dcterms:modified>
</cp:coreProperties>
</file>